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B1F" w:rsidRPr="0078424E" w:rsidRDefault="00152B1F" w:rsidP="00860AC9">
      <w:pPr>
        <w:pStyle w:val="PlainText"/>
        <w:jc w:val="center"/>
        <w:rPr>
          <w:sz w:val="24"/>
          <w:szCs w:val="24"/>
        </w:rPr>
      </w:pPr>
      <w:r w:rsidRPr="0078424E">
        <w:rPr>
          <w:sz w:val="24"/>
          <w:szCs w:val="24"/>
        </w:rPr>
        <w:t>We Live in a World Filled with Diversity and Challenges:</w:t>
      </w:r>
    </w:p>
    <w:p w:rsidR="00152B1F" w:rsidRDefault="00152B1F" w:rsidP="00860AC9">
      <w:pPr>
        <w:pStyle w:val="PlainText"/>
        <w:jc w:val="center"/>
        <w:rPr>
          <w:sz w:val="24"/>
          <w:szCs w:val="24"/>
        </w:rPr>
      </w:pPr>
      <w:r w:rsidRPr="0078424E">
        <w:rPr>
          <w:sz w:val="24"/>
          <w:szCs w:val="24"/>
        </w:rPr>
        <w:t xml:space="preserve">Read One of these Titles to Learn </w:t>
      </w:r>
    </w:p>
    <w:p w:rsidR="00152B1F" w:rsidRPr="0078424E" w:rsidRDefault="00152B1F" w:rsidP="00860AC9">
      <w:pPr>
        <w:pStyle w:val="PlainText"/>
        <w:jc w:val="center"/>
        <w:rPr>
          <w:sz w:val="24"/>
          <w:szCs w:val="24"/>
        </w:rPr>
      </w:pPr>
      <w:r w:rsidRPr="0078424E">
        <w:rPr>
          <w:sz w:val="24"/>
          <w:szCs w:val="24"/>
        </w:rPr>
        <w:t>How Tolerance Makes a Difference</w:t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</w:pPr>
      <w:r w:rsidRPr="00B74CAC">
        <w:t xml:space="preserve">Almond, David, </w:t>
      </w:r>
      <w:r w:rsidRPr="00860AC9">
        <w:rPr>
          <w:i/>
        </w:rPr>
        <w:t xml:space="preserve">The </w:t>
      </w:r>
      <w:r>
        <w:rPr>
          <w:i/>
        </w:rPr>
        <w:t>F</w:t>
      </w:r>
      <w:r w:rsidRPr="00860AC9">
        <w:rPr>
          <w:i/>
        </w:rPr>
        <w:t>ire-eaters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860AC9">
      <w:pPr>
        <w:pStyle w:val="PlainText"/>
        <w:ind w:left="720"/>
      </w:pPr>
      <w:r w:rsidRPr="00B74CAC">
        <w:t>Despite observing his father's illness and the suffering of the</w:t>
      </w:r>
    </w:p>
    <w:p w:rsidR="00152B1F" w:rsidRPr="00B74CAC" w:rsidRDefault="00152B1F" w:rsidP="00860AC9">
      <w:pPr>
        <w:pStyle w:val="PlainText"/>
        <w:ind w:left="720"/>
      </w:pPr>
      <w:r w:rsidRPr="00B74CAC">
        <w:t>fire-eating Mr. McNulty, as well as enduring abuse at school and the</w:t>
      </w:r>
    </w:p>
    <w:p w:rsidR="00152B1F" w:rsidRPr="00B74CAC" w:rsidRDefault="00152B1F" w:rsidP="00860AC9">
      <w:pPr>
        <w:pStyle w:val="PlainText"/>
        <w:ind w:left="720"/>
      </w:pPr>
      <w:r w:rsidRPr="00B74CAC">
        <w:t>stress of the Cuban Missile Crisis, Bobby Burns and his family and</w:t>
      </w:r>
    </w:p>
    <w:p w:rsidR="00152B1F" w:rsidRPr="00B74CAC" w:rsidRDefault="00152B1F" w:rsidP="00860AC9">
      <w:pPr>
        <w:pStyle w:val="PlainText"/>
        <w:ind w:left="720"/>
      </w:pPr>
      <w:r w:rsidRPr="00B74CAC">
        <w:t xml:space="preserve">friends, living in </w:t>
      </w:r>
      <w:smartTag w:uri="urn:schemas-microsoft-com:office:smarttags" w:element="country-region">
        <w:smartTag w:uri="urn:schemas-microsoft-com:office:smarttags" w:element="place">
          <w:r w:rsidRPr="00B74CAC">
            <w:t>England</w:t>
          </w:r>
        </w:smartTag>
      </w:smartTag>
      <w:r w:rsidRPr="00B74CAC">
        <w:t xml:space="preserve"> in 1962, still find reasons to rejoice in</w:t>
      </w:r>
    </w:p>
    <w:p w:rsidR="00152B1F" w:rsidRPr="00B74CAC" w:rsidRDefault="00152B1F" w:rsidP="00860AC9">
      <w:pPr>
        <w:pStyle w:val="PlainText"/>
        <w:ind w:left="720"/>
      </w:pPr>
      <w:r w:rsidRPr="00B74CAC">
        <w:t>their lives and to have hope for the future.</w:t>
      </w:r>
    </w:p>
    <w:p w:rsidR="00152B1F" w:rsidRPr="00B74CAC" w:rsidRDefault="00152B1F" w:rsidP="00A04DD0">
      <w:pPr>
        <w:pStyle w:val="PlainText"/>
      </w:pPr>
      <w:r w:rsidRPr="00B74CAC">
        <w:tab/>
      </w:r>
    </w:p>
    <w:p w:rsidR="00152B1F" w:rsidRPr="00860AC9" w:rsidRDefault="00152B1F" w:rsidP="00A04DD0">
      <w:pPr>
        <w:pStyle w:val="PlainText"/>
        <w:rPr>
          <w:i/>
        </w:rPr>
      </w:pPr>
      <w:r w:rsidRPr="00B74CAC">
        <w:t>A</w:t>
      </w:r>
      <w:r>
        <w:t xml:space="preserve">nderson, Laurie Halse. </w:t>
      </w:r>
      <w:r>
        <w:rPr>
          <w:i/>
        </w:rPr>
        <w:t>Forge</w:t>
      </w:r>
    </w:p>
    <w:p w:rsidR="00152B1F" w:rsidRDefault="00152B1F" w:rsidP="00A04DD0">
      <w:pPr>
        <w:pStyle w:val="PlainText"/>
      </w:pPr>
    </w:p>
    <w:p w:rsidR="00152B1F" w:rsidRPr="00B74CAC" w:rsidRDefault="00152B1F" w:rsidP="00860AC9">
      <w:pPr>
        <w:pStyle w:val="PlainText"/>
        <w:ind w:left="720"/>
      </w:pPr>
      <w:r w:rsidRPr="00B74CAC">
        <w:t>Separated from his friend Isabel after their daring escape from slavery,</w:t>
      </w:r>
    </w:p>
    <w:p w:rsidR="00152B1F" w:rsidRPr="00B74CAC" w:rsidRDefault="00152B1F" w:rsidP="00860AC9">
      <w:pPr>
        <w:pStyle w:val="PlainText"/>
        <w:ind w:left="720"/>
      </w:pPr>
      <w:r w:rsidRPr="00B74CAC">
        <w:t>fifteen-year-old Curzon serves as a free man in the Continental Army at</w:t>
      </w:r>
    </w:p>
    <w:p w:rsidR="00152B1F" w:rsidRPr="00B74CAC" w:rsidRDefault="00152B1F" w:rsidP="00860AC9">
      <w:pPr>
        <w:pStyle w:val="PlainText"/>
        <w:ind w:left="720"/>
      </w:pPr>
      <w:smartTag w:uri="urn:schemas-microsoft-com:office:smarttags" w:element="place">
        <w:r w:rsidRPr="00B74CAC">
          <w:t>Valley Forge</w:t>
        </w:r>
      </w:smartTag>
      <w:r w:rsidRPr="00B74CAC">
        <w:t xml:space="preserve"> until he and Isabel are thrown together again, as slaves</w:t>
      </w:r>
    </w:p>
    <w:p w:rsidR="00152B1F" w:rsidRPr="00B74CAC" w:rsidRDefault="00152B1F" w:rsidP="00860AC9">
      <w:pPr>
        <w:pStyle w:val="PlainText"/>
        <w:ind w:left="720"/>
      </w:pPr>
      <w:r w:rsidRPr="00B74CAC">
        <w:t>once more.</w:t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  <w:rPr>
          <w:i/>
        </w:rPr>
      </w:pPr>
      <w:r>
        <w:t xml:space="preserve">Ashley, Bernard. </w:t>
      </w:r>
      <w:r w:rsidRPr="00860AC9">
        <w:rPr>
          <w:i/>
        </w:rPr>
        <w:t>Little Soldier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860AC9">
      <w:pPr>
        <w:pStyle w:val="PlainText"/>
        <w:ind w:left="720"/>
      </w:pPr>
      <w:r w:rsidRPr="00B74CAC">
        <w:t xml:space="preserve">Taken from Africa to a foster home in </w:t>
      </w:r>
      <w:smartTag w:uri="urn:schemas-microsoft-com:office:smarttags" w:element="City">
        <w:smartTag w:uri="urn:schemas-microsoft-com:office:smarttags" w:element="place">
          <w:r w:rsidRPr="00B74CAC">
            <w:t>London</w:t>
          </w:r>
        </w:smartTag>
      </w:smartTag>
      <w:r w:rsidRPr="00B74CAC">
        <w:t xml:space="preserve"> after his family is killed</w:t>
      </w:r>
    </w:p>
    <w:p w:rsidR="00152B1F" w:rsidRPr="00B74CAC" w:rsidRDefault="00152B1F" w:rsidP="00860AC9">
      <w:pPr>
        <w:pStyle w:val="PlainText"/>
        <w:ind w:left="720"/>
      </w:pPr>
      <w:r w:rsidRPr="00B74CAC">
        <w:t>by an enemy tribe, Kaninda discovers the meaning of hate and the value</w:t>
      </w:r>
    </w:p>
    <w:p w:rsidR="00152B1F" w:rsidRPr="00B74CAC" w:rsidRDefault="00152B1F" w:rsidP="00860AC9">
      <w:pPr>
        <w:pStyle w:val="PlainText"/>
        <w:ind w:left="720"/>
      </w:pPr>
      <w:r w:rsidRPr="00B74CAC">
        <w:t>of not hating.</w:t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</w:pPr>
      <w:r w:rsidRPr="00B74CAC">
        <w:t>Barth-GrÃ¶zinger, Inge</w:t>
      </w:r>
      <w:r>
        <w:t xml:space="preserve">. </w:t>
      </w:r>
      <w:r w:rsidRPr="00860AC9">
        <w:rPr>
          <w:i/>
        </w:rPr>
        <w:t>Something Remains</w:t>
      </w:r>
    </w:p>
    <w:p w:rsidR="00152B1F" w:rsidRDefault="00152B1F" w:rsidP="00A04DD0">
      <w:pPr>
        <w:pStyle w:val="PlainText"/>
      </w:pPr>
    </w:p>
    <w:p w:rsidR="00152B1F" w:rsidRPr="00B74CAC" w:rsidRDefault="00152B1F" w:rsidP="00860AC9">
      <w:pPr>
        <w:pStyle w:val="PlainText"/>
        <w:ind w:left="720"/>
      </w:pPr>
      <w:r w:rsidRPr="00B74CAC">
        <w:t>In 1933, as Hitler becomes Chancellor, twelve-year-old Erich and his</w:t>
      </w:r>
    </w:p>
    <w:p w:rsidR="00152B1F" w:rsidRPr="00B74CAC" w:rsidRDefault="00152B1F" w:rsidP="00860AC9">
      <w:pPr>
        <w:pStyle w:val="PlainText"/>
        <w:ind w:left="720"/>
      </w:pPr>
      <w:r w:rsidRPr="00B74CAC">
        <w:t>family, who are Jewish, find they need to make changes in their everyday</w:t>
      </w:r>
    </w:p>
    <w:p w:rsidR="00152B1F" w:rsidRPr="00B74CAC" w:rsidRDefault="00152B1F" w:rsidP="00860AC9">
      <w:pPr>
        <w:pStyle w:val="PlainText"/>
        <w:ind w:left="720"/>
      </w:pPr>
      <w:r w:rsidRPr="00B74CAC">
        <w:t>lives as hatred of the Jews grows.</w:t>
      </w:r>
    </w:p>
    <w:p w:rsidR="00152B1F" w:rsidRPr="00B74CAC" w:rsidRDefault="00152B1F" w:rsidP="00A04DD0">
      <w:pPr>
        <w:pStyle w:val="PlainText"/>
      </w:pPr>
      <w:r w:rsidRPr="00B74CAC">
        <w:tab/>
      </w:r>
    </w:p>
    <w:p w:rsidR="00152B1F" w:rsidRDefault="00152B1F" w:rsidP="00A04DD0">
      <w:pPr>
        <w:pStyle w:val="PlainText"/>
      </w:pPr>
      <w:r>
        <w:t xml:space="preserve">Bartoletti, Susan Campbell. </w:t>
      </w:r>
      <w:r w:rsidRPr="00860AC9">
        <w:rPr>
          <w:i/>
        </w:rPr>
        <w:t>The Boy Who Dared.</w:t>
      </w:r>
    </w:p>
    <w:p w:rsidR="00152B1F" w:rsidRDefault="00152B1F" w:rsidP="00A04DD0">
      <w:pPr>
        <w:pStyle w:val="PlainText"/>
      </w:pPr>
    </w:p>
    <w:p w:rsidR="00152B1F" w:rsidRPr="00B74CAC" w:rsidRDefault="00152B1F" w:rsidP="00860AC9">
      <w:pPr>
        <w:pStyle w:val="PlainText"/>
        <w:ind w:left="720"/>
      </w:pPr>
      <w:r w:rsidRPr="00B74CAC">
        <w:t>In October, 1942, seventeen-year-old Helmuth HÃ¼bener, imprisoned for</w:t>
      </w:r>
    </w:p>
    <w:p w:rsidR="00152B1F" w:rsidRPr="00B74CAC" w:rsidRDefault="00152B1F" w:rsidP="00860AC9">
      <w:pPr>
        <w:pStyle w:val="PlainText"/>
        <w:ind w:left="720"/>
      </w:pPr>
      <w:r w:rsidRPr="00B74CAC">
        <w:t>distributing anti-Nazi leaflets, recalls his past life and how he came</w:t>
      </w:r>
    </w:p>
    <w:p w:rsidR="00152B1F" w:rsidRPr="00B74CAC" w:rsidRDefault="00152B1F" w:rsidP="00860AC9">
      <w:pPr>
        <w:pStyle w:val="PlainText"/>
        <w:ind w:left="720"/>
      </w:pPr>
      <w:r w:rsidRPr="00B74CAC">
        <w:t>to dedicate himself to bring the truth about Hitler and the war to the</w:t>
      </w:r>
    </w:p>
    <w:p w:rsidR="00152B1F" w:rsidRPr="00B74CAC" w:rsidRDefault="00152B1F" w:rsidP="00860AC9">
      <w:pPr>
        <w:pStyle w:val="PlainText"/>
        <w:ind w:left="720"/>
      </w:pPr>
      <w:r w:rsidRPr="00B74CAC">
        <w:t>German people.</w:t>
      </w:r>
    </w:p>
    <w:p w:rsidR="00152B1F" w:rsidRPr="00B74CAC" w:rsidRDefault="00152B1F" w:rsidP="00A04DD0">
      <w:pPr>
        <w:pStyle w:val="PlainText"/>
      </w:pPr>
      <w:r w:rsidRPr="00B74CAC">
        <w:tab/>
      </w:r>
    </w:p>
    <w:p w:rsidR="00152B1F" w:rsidRDefault="00152B1F" w:rsidP="00A04DD0">
      <w:pPr>
        <w:pStyle w:val="PlainText"/>
      </w:pPr>
      <w:r>
        <w:t xml:space="preserve">Beatty, Patricia. </w:t>
      </w:r>
      <w:r w:rsidRPr="00860AC9">
        <w:rPr>
          <w:i/>
        </w:rPr>
        <w:t>Lupita MaÃ±ana</w:t>
      </w:r>
      <w:r>
        <w:t>.</w:t>
      </w:r>
    </w:p>
    <w:p w:rsidR="00152B1F" w:rsidRDefault="00152B1F" w:rsidP="00A04DD0">
      <w:pPr>
        <w:pStyle w:val="PlainText"/>
      </w:pPr>
    </w:p>
    <w:p w:rsidR="00152B1F" w:rsidRPr="00B74CAC" w:rsidRDefault="00152B1F" w:rsidP="0078424E">
      <w:pPr>
        <w:pStyle w:val="PlainText"/>
        <w:ind w:left="720"/>
      </w:pPr>
      <w:r w:rsidRPr="00B74CAC">
        <w:t>To help her poverty-stricken family, 13-year-old Lupita enters</w:t>
      </w:r>
    </w:p>
    <w:p w:rsidR="00152B1F" w:rsidRPr="00B74CAC" w:rsidRDefault="00152B1F" w:rsidP="0078424E">
      <w:pPr>
        <w:pStyle w:val="PlainText"/>
        <w:ind w:left="720"/>
      </w:pPr>
      <w:smartTag w:uri="urn:schemas-microsoft-com:office:smarttags" w:element="State">
        <w:smartTag w:uri="urn:schemas-microsoft-com:office:smarttags" w:element="place">
          <w:r w:rsidRPr="00B74CAC">
            <w:t>California</w:t>
          </w:r>
        </w:smartTag>
      </w:smartTag>
      <w:r w:rsidRPr="00B74CAC">
        <w:t xml:space="preserve"> as an illegal alien.</w:t>
      </w:r>
    </w:p>
    <w:p w:rsidR="00152B1F" w:rsidRPr="00B74CAC" w:rsidRDefault="00152B1F" w:rsidP="00A04DD0">
      <w:pPr>
        <w:pStyle w:val="PlainText"/>
      </w:pPr>
      <w:r w:rsidRPr="00B74CAC">
        <w:tab/>
      </w:r>
    </w:p>
    <w:p w:rsidR="00152B1F" w:rsidRPr="0078424E" w:rsidRDefault="00152B1F" w:rsidP="00A04DD0">
      <w:pPr>
        <w:pStyle w:val="PlainText"/>
        <w:rPr>
          <w:i/>
        </w:rPr>
      </w:pPr>
      <w:r>
        <w:t xml:space="preserve">Bell, William. </w:t>
      </w:r>
      <w:r w:rsidRPr="0078424E">
        <w:rPr>
          <w:i/>
        </w:rPr>
        <w:t>Zack.</w:t>
      </w:r>
    </w:p>
    <w:p w:rsidR="00152B1F" w:rsidRDefault="00152B1F" w:rsidP="00A04DD0">
      <w:pPr>
        <w:pStyle w:val="PlainText"/>
      </w:pPr>
    </w:p>
    <w:p w:rsidR="00152B1F" w:rsidRPr="00B74CAC" w:rsidRDefault="00152B1F" w:rsidP="0078424E">
      <w:pPr>
        <w:pStyle w:val="PlainText"/>
        <w:ind w:left="720"/>
      </w:pPr>
      <w:r w:rsidRPr="00B74CAC">
        <w:t>The son of a Jewish father and black mother, high school senior Zack has</w:t>
      </w:r>
    </w:p>
    <w:p w:rsidR="00152B1F" w:rsidRPr="00B74CAC" w:rsidRDefault="00152B1F" w:rsidP="0078424E">
      <w:pPr>
        <w:pStyle w:val="PlainText"/>
        <w:ind w:left="720"/>
      </w:pPr>
      <w:r w:rsidRPr="00B74CAC">
        <w:t>never been allowed to meet his mother's family, but after doing a</w:t>
      </w:r>
    </w:p>
    <w:p w:rsidR="00152B1F" w:rsidRPr="00B74CAC" w:rsidRDefault="00152B1F" w:rsidP="0078424E">
      <w:pPr>
        <w:pStyle w:val="PlainText"/>
        <w:ind w:left="720"/>
      </w:pPr>
      <w:r w:rsidRPr="00B74CAC">
        <w:t xml:space="preserve">research project on a former slave, he travels from his home in </w:t>
      </w:r>
      <w:smartTag w:uri="urn:schemas-microsoft-com:office:smarttags" w:element="country-region">
        <w:smartTag w:uri="urn:schemas-microsoft-com:office:smarttags" w:element="place">
          <w:r w:rsidRPr="00B74CAC">
            <w:t>Canada</w:t>
          </w:r>
        </w:smartTag>
      </w:smartTag>
    </w:p>
    <w:p w:rsidR="00152B1F" w:rsidRPr="00B74CAC" w:rsidRDefault="00152B1F" w:rsidP="0078424E">
      <w:pPr>
        <w:pStyle w:val="PlainText"/>
        <w:ind w:left="720"/>
      </w:pPr>
      <w:r w:rsidRPr="00B74CAC">
        <w:t xml:space="preserve">to </w:t>
      </w:r>
      <w:smartTag w:uri="urn:schemas-microsoft-com:office:smarttags" w:element="City">
        <w:smartTag w:uri="urn:schemas-microsoft-com:office:smarttags" w:element="place">
          <w:r w:rsidRPr="00B74CAC">
            <w:t>Natchez</w:t>
          </w:r>
        </w:smartTag>
        <w:r w:rsidRPr="00B74CAC">
          <w:t xml:space="preserve">, </w:t>
        </w:r>
        <w:smartTag w:uri="urn:schemas-microsoft-com:office:smarttags" w:element="State">
          <w:r w:rsidRPr="00B74CAC">
            <w:t>Mississippi</w:t>
          </w:r>
        </w:smartTag>
      </w:smartTag>
      <w:r w:rsidRPr="00B74CAC">
        <w:t xml:space="preserve"> to find his grandfather.</w:t>
      </w:r>
      <w:r w:rsidRPr="00B74CAC">
        <w:tab/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</w:pPr>
      <w:r>
        <w:t xml:space="preserve">Berry, James. </w:t>
      </w:r>
      <w:r w:rsidRPr="0078424E">
        <w:rPr>
          <w:i/>
        </w:rPr>
        <w:t>Ajeemah and His Son</w:t>
      </w:r>
    </w:p>
    <w:p w:rsidR="00152B1F" w:rsidRDefault="00152B1F" w:rsidP="00A04DD0">
      <w:pPr>
        <w:pStyle w:val="PlainText"/>
      </w:pPr>
    </w:p>
    <w:p w:rsidR="00152B1F" w:rsidRPr="00B74CAC" w:rsidRDefault="00152B1F" w:rsidP="0078424E">
      <w:pPr>
        <w:pStyle w:val="PlainText"/>
        <w:ind w:left="720"/>
      </w:pPr>
      <w:r w:rsidRPr="00B74CAC">
        <w:t>A father and his eighteen-year-old son are each affected differently by</w:t>
      </w:r>
    </w:p>
    <w:p w:rsidR="00152B1F" w:rsidRPr="00B74CAC" w:rsidRDefault="00152B1F" w:rsidP="0078424E">
      <w:pPr>
        <w:pStyle w:val="PlainText"/>
        <w:ind w:left="720"/>
      </w:pPr>
      <w:r w:rsidRPr="00B74CAC">
        <w:t xml:space="preserve">their experiences as slaves in </w:t>
      </w:r>
      <w:smartTag w:uri="urn:schemas-microsoft-com:office:smarttags" w:element="country-region">
        <w:smartTag w:uri="urn:schemas-microsoft-com:office:smarttags" w:element="place">
          <w:r w:rsidRPr="00B74CAC">
            <w:t>Jamaica</w:t>
          </w:r>
        </w:smartTag>
      </w:smartTag>
      <w:r w:rsidRPr="00B74CAC">
        <w:t xml:space="preserve"> in the early nineteenth century.</w:t>
      </w:r>
    </w:p>
    <w:p w:rsidR="00152B1F" w:rsidRDefault="00152B1F" w:rsidP="00A04DD0">
      <w:pPr>
        <w:pStyle w:val="PlainText"/>
      </w:pPr>
      <w:r w:rsidRPr="00B74CAC">
        <w:tab/>
      </w:r>
    </w:p>
    <w:p w:rsidR="00152B1F" w:rsidRPr="0078424E" w:rsidRDefault="00152B1F" w:rsidP="00A04DD0">
      <w:pPr>
        <w:pStyle w:val="PlainText"/>
      </w:pPr>
    </w:p>
    <w:p w:rsidR="00152B1F" w:rsidRDefault="00152B1F" w:rsidP="00A04DD0">
      <w:pPr>
        <w:pStyle w:val="PlainText"/>
      </w:pPr>
      <w:smartTag w:uri="urn:schemas-microsoft-com:office:smarttags" w:element="City">
        <w:smartTag w:uri="urn:schemas-microsoft-com:office:smarttags" w:element="place">
          <w:r w:rsidRPr="0078424E">
            <w:rPr>
              <w:i/>
            </w:rPr>
            <w:t>Bond</w:t>
          </w:r>
        </w:smartTag>
        <w:r w:rsidRPr="0078424E">
          <w:rPr>
            <w:i/>
          </w:rPr>
          <w:t xml:space="preserve">, </w:t>
        </w:r>
        <w:smartTag w:uri="urn:schemas-microsoft-com:office:smarttags" w:element="place">
          <w:r w:rsidRPr="0078424E">
            <w:rPr>
              <w:i/>
            </w:rPr>
            <w:t>Victoria</w:t>
          </w:r>
        </w:smartTag>
      </w:smartTag>
      <w:r w:rsidRPr="0078424E">
        <w:rPr>
          <w:i/>
        </w:rPr>
        <w:t>. Zora</w:t>
      </w:r>
      <w:r>
        <w:t xml:space="preserve"> and Me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78424E">
      <w:pPr>
        <w:pStyle w:val="PlainText"/>
        <w:ind w:left="720"/>
      </w:pPr>
      <w:r w:rsidRPr="00B74CAC">
        <w:t>A fictionalized account of Zora Neale Hurston's childhood with her best</w:t>
      </w:r>
    </w:p>
    <w:p w:rsidR="00152B1F" w:rsidRPr="00B74CAC" w:rsidRDefault="00152B1F" w:rsidP="0078424E">
      <w:pPr>
        <w:pStyle w:val="PlainText"/>
        <w:ind w:left="720"/>
      </w:pPr>
      <w:r w:rsidRPr="00B74CAC">
        <w:t xml:space="preserve">friend Carrie, in </w:t>
      </w:r>
      <w:smartTag w:uri="urn:schemas-microsoft-com:office:smarttags" w:element="place">
        <w:smartTag w:uri="urn:schemas-microsoft-com:office:smarttags" w:element="place">
          <w:r w:rsidRPr="00B74CAC">
            <w:t>Eatonville</w:t>
          </w:r>
        </w:smartTag>
        <w:r w:rsidRPr="00B74CAC">
          <w:t xml:space="preserve">, </w:t>
        </w:r>
        <w:smartTag w:uri="urn:schemas-microsoft-com:office:smarttags" w:element="place">
          <w:r w:rsidRPr="00B74CAC">
            <w:t>Florida</w:t>
          </w:r>
        </w:smartTag>
      </w:smartTag>
      <w:r w:rsidRPr="00B74CAC">
        <w:t>, as they learn about life, death,</w:t>
      </w:r>
    </w:p>
    <w:p w:rsidR="00152B1F" w:rsidRPr="00B74CAC" w:rsidRDefault="00152B1F" w:rsidP="0078424E">
      <w:pPr>
        <w:pStyle w:val="PlainText"/>
        <w:ind w:left="720"/>
      </w:pPr>
      <w:r w:rsidRPr="00B74CAC">
        <w:t>and the differences between truth, lies, and pretending. Includes an</w:t>
      </w:r>
    </w:p>
    <w:p w:rsidR="00152B1F" w:rsidRPr="00B74CAC" w:rsidRDefault="00152B1F" w:rsidP="0078424E">
      <w:pPr>
        <w:pStyle w:val="PlainText"/>
        <w:ind w:left="720"/>
      </w:pPr>
      <w:r w:rsidRPr="00B74CAC">
        <w:t>annotated bibliography of the works of Zora Neale Hurston, a short</w:t>
      </w:r>
    </w:p>
    <w:p w:rsidR="00152B1F" w:rsidRPr="00B74CAC" w:rsidRDefault="00152B1F" w:rsidP="0078424E">
      <w:pPr>
        <w:pStyle w:val="PlainText"/>
        <w:ind w:left="720"/>
      </w:pPr>
      <w:r w:rsidRPr="00B74CAC">
        <w:t xml:space="preserve">biography of the author, and information about </w:t>
      </w:r>
      <w:smartTag w:uri="urn:schemas-microsoft-com:office:smarttags" w:element="place">
        <w:smartTag w:uri="urn:schemas-microsoft-com:office:smarttags" w:element="place">
          <w:r w:rsidRPr="00B74CAC">
            <w:t>Eatonville</w:t>
          </w:r>
        </w:smartTag>
        <w:r w:rsidRPr="00B74CAC">
          <w:t xml:space="preserve">, </w:t>
        </w:r>
        <w:smartTag w:uri="urn:schemas-microsoft-com:office:smarttags" w:element="place">
          <w:r w:rsidRPr="00B74CAC">
            <w:t>Florida</w:t>
          </w:r>
        </w:smartTag>
      </w:smartTag>
      <w:r w:rsidRPr="00B74CAC">
        <w:t>.</w:t>
      </w:r>
      <w:r w:rsidRPr="00B74CAC">
        <w:tab/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</w:pPr>
      <w:r>
        <w:t xml:space="preserve">Burg, Ann E. </w:t>
      </w:r>
      <w:r w:rsidRPr="00860AC9">
        <w:rPr>
          <w:i/>
        </w:rPr>
        <w:t>All the Broken Pieces : a Novel in Verse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860AC9">
      <w:pPr>
        <w:pStyle w:val="PlainText"/>
        <w:ind w:left="720"/>
      </w:pPr>
      <w:r w:rsidRPr="00B74CAC">
        <w:t xml:space="preserve">Two years after being airlifted out of </w:t>
      </w:r>
      <w:smartTag w:uri="urn:schemas-microsoft-com:office:smarttags" w:element="place">
        <w:r w:rsidRPr="00B74CAC">
          <w:t>Vietnam</w:t>
        </w:r>
      </w:smartTag>
      <w:r w:rsidRPr="00B74CAC">
        <w:t xml:space="preserve"> in 1975, Matt Pin is</w:t>
      </w:r>
    </w:p>
    <w:p w:rsidR="00152B1F" w:rsidRPr="00B74CAC" w:rsidRDefault="00152B1F" w:rsidP="00860AC9">
      <w:pPr>
        <w:pStyle w:val="PlainText"/>
        <w:ind w:left="720"/>
      </w:pPr>
      <w:r w:rsidRPr="00B74CAC">
        <w:t>haunted by the terrible secret he left behind and, now, in a loving</w:t>
      </w:r>
    </w:p>
    <w:p w:rsidR="00152B1F" w:rsidRPr="00B74CAC" w:rsidRDefault="00152B1F" w:rsidP="00860AC9">
      <w:pPr>
        <w:pStyle w:val="PlainText"/>
        <w:ind w:left="720"/>
      </w:pPr>
      <w:r w:rsidRPr="00B74CAC">
        <w:t xml:space="preserve">adoptive home in the </w:t>
      </w:r>
      <w:smartTag w:uri="urn:schemas-microsoft-com:office:smarttags" w:element="place">
        <w:r w:rsidRPr="00B74CAC">
          <w:t>United States</w:t>
        </w:r>
      </w:smartTag>
      <w:r w:rsidRPr="00B74CAC">
        <w:t>, a series of profound events forces</w:t>
      </w:r>
    </w:p>
    <w:p w:rsidR="00152B1F" w:rsidRPr="00B74CAC" w:rsidRDefault="00152B1F" w:rsidP="00860AC9">
      <w:pPr>
        <w:pStyle w:val="PlainText"/>
        <w:ind w:left="720"/>
      </w:pPr>
      <w:r w:rsidRPr="00B74CAC">
        <w:t>him to confront his past.</w:t>
      </w:r>
    </w:p>
    <w:p w:rsidR="00152B1F" w:rsidRPr="00B74CAC" w:rsidRDefault="00152B1F" w:rsidP="00A04DD0">
      <w:pPr>
        <w:pStyle w:val="PlainText"/>
      </w:pPr>
      <w:r w:rsidRPr="00B74CAC">
        <w:tab/>
      </w:r>
    </w:p>
    <w:p w:rsidR="00152B1F" w:rsidRDefault="00152B1F" w:rsidP="00A04DD0">
      <w:pPr>
        <w:pStyle w:val="PlainText"/>
      </w:pPr>
      <w:r>
        <w:t xml:space="preserve">Carbone, Elisa Lynn. </w:t>
      </w:r>
      <w:r w:rsidRPr="00860AC9">
        <w:rPr>
          <w:i/>
        </w:rPr>
        <w:t>Storm Warriors</w:t>
      </w:r>
      <w:r>
        <w:t xml:space="preserve"> 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860AC9">
      <w:pPr>
        <w:pStyle w:val="PlainText"/>
        <w:ind w:left="720"/>
      </w:pPr>
      <w:r w:rsidRPr="00B74CAC">
        <w:t>In 1895, after his mother's death, twelve-year-old Nathan moves with his</w:t>
      </w:r>
    </w:p>
    <w:p w:rsidR="00152B1F" w:rsidRPr="00B74CAC" w:rsidRDefault="00152B1F" w:rsidP="00860AC9">
      <w:pPr>
        <w:pStyle w:val="PlainText"/>
        <w:ind w:left="720"/>
      </w:pPr>
      <w:r w:rsidRPr="00B74CAC">
        <w:t xml:space="preserve">father and grandfather to </w:t>
      </w:r>
      <w:smartTag w:uri="urn:schemas-microsoft-com:office:smarttags" w:element="place">
        <w:r w:rsidRPr="00B74CAC">
          <w:t>Pea</w:t>
        </w:r>
      </w:smartTag>
      <w:r w:rsidRPr="00B74CAC">
        <w:t xml:space="preserve"> </w:t>
      </w:r>
      <w:smartTag w:uri="urn:schemas-microsoft-com:office:smarttags" w:element="place">
        <w:r w:rsidRPr="00B74CAC">
          <w:t>Island</w:t>
        </w:r>
      </w:smartTag>
      <w:r w:rsidRPr="00B74CAC">
        <w:t xml:space="preserve"> off the coast of </w:t>
      </w:r>
      <w:smartTag w:uri="urn:schemas-microsoft-com:office:smarttags" w:element="place">
        <w:r w:rsidRPr="00B74CAC">
          <w:t>North Carolina</w:t>
        </w:r>
      </w:smartTag>
      <w:r w:rsidRPr="00B74CAC">
        <w:t>,</w:t>
      </w:r>
    </w:p>
    <w:p w:rsidR="00152B1F" w:rsidRPr="00B74CAC" w:rsidRDefault="00152B1F" w:rsidP="00860AC9">
      <w:pPr>
        <w:pStyle w:val="PlainText"/>
        <w:ind w:left="720"/>
      </w:pPr>
      <w:r w:rsidRPr="00B74CAC">
        <w:t>where he hopes to join the all-black crew at the nearby lifesaving</w:t>
      </w:r>
    </w:p>
    <w:p w:rsidR="00152B1F" w:rsidRPr="00B74CAC" w:rsidRDefault="00152B1F" w:rsidP="00860AC9">
      <w:pPr>
        <w:pStyle w:val="PlainText"/>
        <w:ind w:left="720"/>
      </w:pPr>
      <w:r w:rsidRPr="00B74CAC">
        <w:t>station, despite his father's objections.</w:t>
      </w:r>
    </w:p>
    <w:p w:rsidR="00152B1F" w:rsidRPr="00B74CAC" w:rsidRDefault="00152B1F" w:rsidP="00A04DD0">
      <w:pPr>
        <w:pStyle w:val="PlainText"/>
      </w:pPr>
      <w:r w:rsidRPr="00B74CAC">
        <w:tab/>
      </w:r>
    </w:p>
    <w:p w:rsidR="00152B1F" w:rsidRDefault="00152B1F" w:rsidP="00A04DD0">
      <w:pPr>
        <w:pStyle w:val="PlainText"/>
        <w:rPr>
          <w:i/>
        </w:rPr>
      </w:pPr>
      <w:r>
        <w:t xml:space="preserve">Carter, Anne. </w:t>
      </w:r>
      <w:r w:rsidRPr="00860AC9">
        <w:rPr>
          <w:i/>
        </w:rPr>
        <w:t>The Shepherd's Granddaughter</w:t>
      </w:r>
    </w:p>
    <w:p w:rsidR="00152B1F" w:rsidRDefault="00152B1F" w:rsidP="00A04DD0">
      <w:pPr>
        <w:pStyle w:val="PlainText"/>
      </w:pPr>
    </w:p>
    <w:p w:rsidR="00152B1F" w:rsidRPr="00B74CAC" w:rsidRDefault="00152B1F" w:rsidP="00860AC9">
      <w:pPr>
        <w:pStyle w:val="PlainText"/>
        <w:ind w:left="720"/>
      </w:pPr>
      <w:r w:rsidRPr="00B74CAC">
        <w:t>Amani's lifelong dream to be a shepherd like her beloved grandfather,</w:t>
      </w:r>
    </w:p>
    <w:p w:rsidR="00152B1F" w:rsidRPr="00B74CAC" w:rsidRDefault="00152B1F" w:rsidP="00860AC9">
      <w:pPr>
        <w:pStyle w:val="PlainText"/>
        <w:ind w:left="720"/>
      </w:pPr>
      <w:r w:rsidRPr="00B74CAC">
        <w:t>Seedo, is devastated to discover the Israelis are going to build a</w:t>
      </w:r>
    </w:p>
    <w:p w:rsidR="00152B1F" w:rsidRPr="00B74CAC" w:rsidRDefault="00152B1F" w:rsidP="00860AC9">
      <w:pPr>
        <w:pStyle w:val="PlainText"/>
        <w:ind w:left="720"/>
      </w:pPr>
      <w:r w:rsidRPr="00B74CAC">
        <w:t xml:space="preserve">settlement on the family homestead in </w:t>
      </w:r>
      <w:smartTag w:uri="urn:schemas-microsoft-com:office:smarttags" w:element="place">
        <w:r w:rsidRPr="00B74CAC">
          <w:t>Palestine</w:t>
        </w:r>
      </w:smartTag>
      <w:r w:rsidRPr="00B74CAC">
        <w:t>, and while her uncle and</w:t>
      </w:r>
    </w:p>
    <w:p w:rsidR="00152B1F" w:rsidRPr="00B74CAC" w:rsidRDefault="00152B1F" w:rsidP="00860AC9">
      <w:pPr>
        <w:pStyle w:val="PlainText"/>
        <w:ind w:left="720"/>
      </w:pPr>
      <w:r w:rsidRPr="00B74CAC">
        <w:t>brother prepare to take a militant stance, help comes from unexpected</w:t>
      </w:r>
    </w:p>
    <w:p w:rsidR="00152B1F" w:rsidRPr="00B74CAC" w:rsidRDefault="00152B1F" w:rsidP="00860AC9">
      <w:pPr>
        <w:pStyle w:val="PlainText"/>
        <w:ind w:left="720"/>
      </w:pPr>
      <w:r w:rsidRPr="00B74CAC">
        <w:t>quarters.</w:t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</w:pPr>
      <w:r>
        <w:t xml:space="preserve">Carvell, Marlene. </w:t>
      </w:r>
      <w:r w:rsidRPr="0078424E">
        <w:rPr>
          <w:i/>
        </w:rPr>
        <w:t>Sweetgrass Basket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78424E">
      <w:pPr>
        <w:pStyle w:val="PlainText"/>
        <w:ind w:left="720"/>
      </w:pPr>
      <w:r w:rsidRPr="00B74CAC">
        <w:t>In alternating passages, two Mohawk sisters describe their lives at the</w:t>
      </w:r>
    </w:p>
    <w:p w:rsidR="00152B1F" w:rsidRPr="00B74CAC" w:rsidRDefault="00152B1F" w:rsidP="0078424E">
      <w:pPr>
        <w:pStyle w:val="PlainText"/>
        <w:ind w:left="720"/>
      </w:pPr>
      <w:smartTag w:uri="urn:schemas-microsoft-com:office:smarttags" w:element="place">
        <w:smartTag w:uri="urn:schemas-microsoft-com:office:smarttags" w:element="place">
          <w:r w:rsidRPr="00B74CAC">
            <w:t>Carlisle</w:t>
          </w:r>
        </w:smartTag>
        <w:r w:rsidRPr="00B74CAC">
          <w:t xml:space="preserve"> </w:t>
        </w:r>
        <w:smartTag w:uri="urn:schemas-microsoft-com:office:smarttags" w:element="place">
          <w:r w:rsidRPr="00B74CAC">
            <w:t>Indian</w:t>
          </w:r>
        </w:smartTag>
        <w:r w:rsidRPr="00B74CAC">
          <w:t xml:space="preserve"> </w:t>
        </w:r>
        <w:smartTag w:uri="urn:schemas-microsoft-com:office:smarttags" w:element="place">
          <w:r w:rsidRPr="00B74CAC">
            <w:t>Industrial</w:t>
          </w:r>
        </w:smartTag>
        <w:r w:rsidRPr="00B74CAC">
          <w:t xml:space="preserve"> </w:t>
        </w:r>
        <w:smartTag w:uri="urn:schemas-microsoft-com:office:smarttags" w:element="place">
          <w:r w:rsidRPr="00B74CAC">
            <w:t>School</w:t>
          </w:r>
        </w:smartTag>
      </w:smartTag>
      <w:r w:rsidRPr="00B74CAC">
        <w:t>, established in 1879 to educate Native</w:t>
      </w:r>
    </w:p>
    <w:p w:rsidR="00152B1F" w:rsidRPr="00B74CAC" w:rsidRDefault="00152B1F" w:rsidP="0078424E">
      <w:pPr>
        <w:pStyle w:val="PlainText"/>
        <w:ind w:left="720"/>
      </w:pPr>
      <w:r w:rsidRPr="00B74CAC">
        <w:t>Americans, as they try to assimilate into white culture and one of them</w:t>
      </w:r>
    </w:p>
    <w:p w:rsidR="00152B1F" w:rsidRPr="00B74CAC" w:rsidRDefault="00152B1F" w:rsidP="0078424E">
      <w:pPr>
        <w:pStyle w:val="PlainText"/>
        <w:ind w:left="720"/>
      </w:pPr>
      <w:r w:rsidRPr="00B74CAC">
        <w:t>is falsely accused of stealing.</w:t>
      </w:r>
    </w:p>
    <w:p w:rsidR="00152B1F" w:rsidRPr="00B74CAC" w:rsidRDefault="00152B1F" w:rsidP="00A04DD0">
      <w:pPr>
        <w:pStyle w:val="PlainText"/>
      </w:pPr>
      <w:r w:rsidRPr="00B74CAC">
        <w:tab/>
      </w:r>
    </w:p>
    <w:p w:rsidR="00152B1F" w:rsidRDefault="00152B1F" w:rsidP="00A04DD0">
      <w:pPr>
        <w:pStyle w:val="PlainText"/>
        <w:rPr>
          <w:i/>
        </w:rPr>
      </w:pPr>
      <w:r>
        <w:t xml:space="preserve">Cheng, Andrea. </w:t>
      </w:r>
      <w:r w:rsidRPr="0078424E">
        <w:rPr>
          <w:i/>
        </w:rPr>
        <w:t>Honeysuckle House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78424E">
      <w:pPr>
        <w:pStyle w:val="PlainText"/>
        <w:ind w:left="720"/>
      </w:pPr>
      <w:r w:rsidRPr="00B74CAC">
        <w:t>An all-American girl with Chinese ancestors and a new immigrant from</w:t>
      </w:r>
    </w:p>
    <w:p w:rsidR="00152B1F" w:rsidRPr="00B74CAC" w:rsidRDefault="00152B1F" w:rsidP="0078424E">
      <w:pPr>
        <w:pStyle w:val="PlainText"/>
        <w:ind w:left="720"/>
      </w:pPr>
      <w:smartTag w:uri="urn:schemas-microsoft-com:office:smarttags" w:element="place">
        <w:r w:rsidRPr="00B74CAC">
          <w:t>China</w:t>
        </w:r>
      </w:smartTag>
      <w:r w:rsidRPr="00B74CAC">
        <w:t xml:space="preserve"> find little in common when they meet in their fourth grade</w:t>
      </w:r>
    </w:p>
    <w:p w:rsidR="00152B1F" w:rsidRPr="00B74CAC" w:rsidRDefault="00152B1F" w:rsidP="0078424E">
      <w:pPr>
        <w:pStyle w:val="PlainText"/>
        <w:ind w:left="720"/>
      </w:pPr>
      <w:r w:rsidRPr="00B74CAC">
        <w:t>classroom, but they are both missing their best friends and soon</w:t>
      </w:r>
    </w:p>
    <w:p w:rsidR="00152B1F" w:rsidRPr="00B74CAC" w:rsidRDefault="00152B1F" w:rsidP="0078424E">
      <w:pPr>
        <w:pStyle w:val="PlainText"/>
        <w:ind w:left="720"/>
      </w:pPr>
      <w:r w:rsidRPr="00B74CAC">
        <w:t>discover other connections.</w:t>
      </w:r>
      <w:r w:rsidRPr="00B74CAC">
        <w:tab/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  <w:rPr>
          <w:i/>
        </w:rPr>
      </w:pPr>
      <w:r>
        <w:t xml:space="preserve">Cheng, Andrea. </w:t>
      </w:r>
      <w:r w:rsidRPr="0078424E">
        <w:rPr>
          <w:i/>
        </w:rPr>
        <w:t>Marika</w:t>
      </w:r>
    </w:p>
    <w:p w:rsidR="00152B1F" w:rsidRPr="0078424E" w:rsidRDefault="00152B1F" w:rsidP="00A04DD0">
      <w:pPr>
        <w:pStyle w:val="PlainText"/>
        <w:rPr>
          <w:i/>
        </w:rPr>
      </w:pPr>
    </w:p>
    <w:p w:rsidR="00152B1F" w:rsidRPr="00B74CAC" w:rsidRDefault="00152B1F" w:rsidP="0078424E">
      <w:pPr>
        <w:pStyle w:val="PlainText"/>
        <w:ind w:left="720"/>
      </w:pPr>
      <w:r w:rsidRPr="00B74CAC">
        <w:t>Although she has been raised Catholic, Marika learns how dangerous it is</w:t>
      </w:r>
    </w:p>
    <w:p w:rsidR="00152B1F" w:rsidRPr="00B74CAC" w:rsidRDefault="00152B1F" w:rsidP="0078424E">
      <w:pPr>
        <w:pStyle w:val="PlainText"/>
        <w:ind w:left="720"/>
      </w:pPr>
      <w:r w:rsidRPr="00B74CAC">
        <w:t xml:space="preserve">to be of Jewish heritage and living in </w:t>
      </w:r>
      <w:smartTag w:uri="urn:schemas-microsoft-com:office:smarttags" w:element="place">
        <w:r w:rsidRPr="00B74CAC">
          <w:t>Hungary</w:t>
        </w:r>
      </w:smartTag>
      <w:r w:rsidRPr="00B74CAC">
        <w:t xml:space="preserve"> during World War II.</w:t>
      </w:r>
    </w:p>
    <w:p w:rsidR="00152B1F" w:rsidRPr="00B74CAC" w:rsidRDefault="00152B1F" w:rsidP="00A04DD0">
      <w:pPr>
        <w:pStyle w:val="PlainText"/>
      </w:pPr>
      <w:r w:rsidRPr="00B74CAC">
        <w:tab/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A04DD0">
      <w:pPr>
        <w:pStyle w:val="PlainText"/>
      </w:pPr>
      <w:r>
        <w:t xml:space="preserve">Cheng, Terrence. </w:t>
      </w:r>
      <w:r w:rsidRPr="0078424E">
        <w:rPr>
          <w:i/>
        </w:rPr>
        <w:t xml:space="preserve">Deep in the </w:t>
      </w:r>
      <w:r>
        <w:rPr>
          <w:i/>
        </w:rPr>
        <w:t>M</w:t>
      </w:r>
      <w:r w:rsidRPr="0078424E">
        <w:rPr>
          <w:i/>
        </w:rPr>
        <w:t xml:space="preserve">ountains : </w:t>
      </w:r>
      <w:r>
        <w:rPr>
          <w:i/>
        </w:rPr>
        <w:t>A</w:t>
      </w:r>
      <w:r w:rsidRPr="0078424E">
        <w:rPr>
          <w:i/>
        </w:rPr>
        <w:t xml:space="preserve">n </w:t>
      </w:r>
      <w:r>
        <w:rPr>
          <w:i/>
        </w:rPr>
        <w:t>E</w:t>
      </w:r>
      <w:r w:rsidRPr="0078424E">
        <w:rPr>
          <w:i/>
        </w:rPr>
        <w:t>ncounte</w:t>
      </w:r>
      <w:r>
        <w:rPr>
          <w:i/>
        </w:rPr>
        <w:t>r with Zhu Qizhan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78424E">
      <w:pPr>
        <w:pStyle w:val="PlainText"/>
        <w:ind w:left="720"/>
      </w:pPr>
      <w:r w:rsidRPr="00B74CAC">
        <w:t xml:space="preserve">When Tony gets in trouble near his parents' restaurant in the </w:t>
      </w:r>
      <w:smartTag w:uri="urn:schemas-microsoft-com:office:smarttags" w:element="place">
        <w:r w:rsidRPr="00B74CAC">
          <w:t>Bronx</w:t>
        </w:r>
      </w:smartTag>
      <w:r w:rsidRPr="00B74CAC">
        <w:t>, his</w:t>
      </w:r>
    </w:p>
    <w:p w:rsidR="00152B1F" w:rsidRPr="00B74CAC" w:rsidRDefault="00152B1F" w:rsidP="0078424E">
      <w:pPr>
        <w:pStyle w:val="PlainText"/>
        <w:ind w:left="720"/>
      </w:pPr>
      <w:r w:rsidRPr="00B74CAC">
        <w:t xml:space="preserve">parents send him to live with and work for his uncle in </w:t>
      </w:r>
      <w:smartTag w:uri="urn:schemas-microsoft-com:office:smarttags" w:element="place">
        <w:r w:rsidRPr="00B74CAC">
          <w:t>Shanghai</w:t>
        </w:r>
      </w:smartTag>
      <w:r w:rsidRPr="00B74CAC">
        <w:t xml:space="preserve"> for the</w:t>
      </w:r>
    </w:p>
    <w:p w:rsidR="00152B1F" w:rsidRPr="00B74CAC" w:rsidRDefault="00152B1F" w:rsidP="0078424E">
      <w:pPr>
        <w:pStyle w:val="PlainText"/>
        <w:ind w:left="720"/>
      </w:pPr>
      <w:r w:rsidRPr="00B74CAC">
        <w:t>summer. There he meets and takes lessons from the Chinese painter Zhu</w:t>
      </w:r>
    </w:p>
    <w:p w:rsidR="00152B1F" w:rsidRPr="00B74CAC" w:rsidRDefault="00152B1F" w:rsidP="0078424E">
      <w:pPr>
        <w:pStyle w:val="PlainText"/>
        <w:ind w:left="720"/>
      </w:pPr>
      <w:r w:rsidRPr="00B74CAC">
        <w:t>Qizhan.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A04DD0">
      <w:pPr>
        <w:pStyle w:val="PlainText"/>
      </w:pPr>
      <w:r w:rsidRPr="00B74CAC">
        <w:tab/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</w:pPr>
      <w:r>
        <w:t xml:space="preserve">Choi, Sook Nyul. </w:t>
      </w:r>
      <w:r w:rsidRPr="00B74CAC">
        <w:t xml:space="preserve">Year of </w:t>
      </w:r>
      <w:r>
        <w:t>I</w:t>
      </w:r>
      <w:r w:rsidRPr="00B74CAC">
        <w:t xml:space="preserve">mpossible </w:t>
      </w:r>
      <w:r>
        <w:t>Goodbyes.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78424E">
      <w:pPr>
        <w:pStyle w:val="PlainText"/>
        <w:ind w:left="720"/>
      </w:pPr>
      <w:r w:rsidRPr="00B74CAC">
        <w:t>A young Korean girl survives the oppresive Japanese and Russian</w:t>
      </w:r>
    </w:p>
    <w:p w:rsidR="00152B1F" w:rsidRPr="00B74CAC" w:rsidRDefault="00152B1F" w:rsidP="0078424E">
      <w:pPr>
        <w:pStyle w:val="PlainText"/>
        <w:ind w:left="720"/>
      </w:pPr>
      <w:r w:rsidRPr="00B74CAC">
        <w:t xml:space="preserve">occupation of </w:t>
      </w:r>
      <w:smartTag w:uri="urn:schemas-microsoft-com:office:smarttags" w:element="place">
        <w:r w:rsidRPr="00B74CAC">
          <w:t>North Korea</w:t>
        </w:r>
      </w:smartTag>
      <w:r>
        <w:t xml:space="preserve"> </w:t>
      </w:r>
      <w:r w:rsidRPr="00B74CAC">
        <w:t>during the 1940s, to later escape to freedom in</w:t>
      </w:r>
    </w:p>
    <w:p w:rsidR="00152B1F" w:rsidRPr="00B74CAC" w:rsidRDefault="00152B1F" w:rsidP="0078424E">
      <w:pPr>
        <w:pStyle w:val="PlainText"/>
        <w:ind w:left="720"/>
      </w:pPr>
      <w:smartTag w:uri="urn:schemas-microsoft-com:office:smarttags" w:element="place">
        <w:r w:rsidRPr="00B74CAC">
          <w:t>South Korea</w:t>
        </w:r>
      </w:smartTag>
      <w:r w:rsidRPr="00B74CAC">
        <w:t>.</w:t>
      </w:r>
      <w:r w:rsidRPr="00B74CAC">
        <w:tab/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</w:pPr>
      <w:r w:rsidRPr="00B74CAC">
        <w:t>Clements, Andrew</w:t>
      </w:r>
      <w:r>
        <w:t xml:space="preserve">. </w:t>
      </w:r>
      <w:r w:rsidRPr="0078424E">
        <w:rPr>
          <w:i/>
        </w:rPr>
        <w:t>The Jacket</w:t>
      </w:r>
      <w:r w:rsidRPr="00B74CAC">
        <w:t xml:space="preserve"> 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78424E">
      <w:pPr>
        <w:pStyle w:val="PlainText"/>
        <w:ind w:left="720"/>
      </w:pPr>
      <w:r w:rsidRPr="00B74CAC">
        <w:t>Sixth-grader Phil comes to an awareness of his own racial prejudice</w:t>
      </w:r>
    </w:p>
    <w:p w:rsidR="00152B1F" w:rsidRPr="00B74CAC" w:rsidRDefault="00152B1F" w:rsidP="0078424E">
      <w:pPr>
        <w:pStyle w:val="PlainText"/>
        <w:ind w:left="720"/>
      </w:pPr>
      <w:r w:rsidRPr="00B74CAC">
        <w:t>after he sees Daniel, an African-American boy, wearing his brother's</w:t>
      </w:r>
    </w:p>
    <w:p w:rsidR="00152B1F" w:rsidRPr="00B74CAC" w:rsidRDefault="00152B1F" w:rsidP="0078424E">
      <w:pPr>
        <w:pStyle w:val="PlainText"/>
        <w:ind w:left="720"/>
      </w:pPr>
      <w:r w:rsidRPr="00B74CAC">
        <w:t>one-of-a-kind jacket and leaps to the conclusion that Daniel has stolen</w:t>
      </w:r>
    </w:p>
    <w:p w:rsidR="00152B1F" w:rsidRPr="00B74CAC" w:rsidRDefault="00152B1F" w:rsidP="0078424E">
      <w:pPr>
        <w:pStyle w:val="PlainText"/>
        <w:ind w:left="720"/>
      </w:pPr>
      <w:r w:rsidRPr="00B74CAC">
        <w:t>the coat.</w:t>
      </w:r>
    </w:p>
    <w:p w:rsidR="00152B1F" w:rsidRPr="008051CC" w:rsidRDefault="00152B1F" w:rsidP="00A04DD0">
      <w:pPr>
        <w:pStyle w:val="PlainText"/>
        <w:rPr>
          <w:i/>
        </w:rPr>
      </w:pPr>
    </w:p>
    <w:p w:rsidR="00152B1F" w:rsidRDefault="00152B1F" w:rsidP="00A04DD0">
      <w:pPr>
        <w:pStyle w:val="PlainText"/>
      </w:pPr>
      <w:r w:rsidRPr="008051CC">
        <w:rPr>
          <w:i/>
        </w:rPr>
        <w:t>Coates, Jan. A</w:t>
      </w:r>
      <w:r w:rsidRPr="00B74CAC">
        <w:t xml:space="preserve"> </w:t>
      </w:r>
      <w:r>
        <w:t>H</w:t>
      </w:r>
      <w:r w:rsidRPr="00B74CAC">
        <w:t xml:space="preserve">are in the </w:t>
      </w:r>
      <w:r>
        <w:t>E</w:t>
      </w:r>
      <w:r w:rsidRPr="00B74CAC">
        <w:t xml:space="preserve">lephant's </w:t>
      </w:r>
      <w:r>
        <w:t>Trunk.</w:t>
      </w:r>
    </w:p>
    <w:p w:rsidR="00152B1F" w:rsidRDefault="00152B1F" w:rsidP="00A04DD0">
      <w:pPr>
        <w:pStyle w:val="PlainText"/>
      </w:pPr>
    </w:p>
    <w:p w:rsidR="00152B1F" w:rsidRPr="00B74CAC" w:rsidRDefault="00152B1F" w:rsidP="008051CC">
      <w:pPr>
        <w:pStyle w:val="PlainText"/>
        <w:ind w:left="720"/>
      </w:pPr>
      <w:r w:rsidRPr="00B74CAC">
        <w:t>Jacob Akech Deng's young life is forever changed one night in 1987 when</w:t>
      </w:r>
    </w:p>
    <w:p w:rsidR="00152B1F" w:rsidRPr="00B74CAC" w:rsidRDefault="00152B1F" w:rsidP="008051CC">
      <w:pPr>
        <w:pStyle w:val="PlainText"/>
        <w:ind w:left="720"/>
      </w:pPr>
      <w:r w:rsidRPr="00B74CAC">
        <w:t xml:space="preserve">soldiers from the north invade his small village in </w:t>
      </w:r>
      <w:smartTag w:uri="urn:schemas-microsoft-com:office:smarttags" w:element="place">
        <w:r w:rsidRPr="00B74CAC">
          <w:t>Southern Sudan</w:t>
        </w:r>
      </w:smartTag>
      <w:r w:rsidRPr="00B74CAC">
        <w:t xml:space="preserve"> and,</w:t>
      </w:r>
    </w:p>
    <w:p w:rsidR="00152B1F" w:rsidRPr="00B74CAC" w:rsidRDefault="00152B1F" w:rsidP="008051CC">
      <w:pPr>
        <w:pStyle w:val="PlainText"/>
        <w:ind w:left="720"/>
      </w:pPr>
      <w:r w:rsidRPr="00B74CAC">
        <w:t>as he struggles to survive and escape the cycle of violence, he tries to</w:t>
      </w:r>
    </w:p>
    <w:p w:rsidR="00152B1F" w:rsidRPr="00B74CAC" w:rsidRDefault="00152B1F" w:rsidP="008051CC">
      <w:pPr>
        <w:pStyle w:val="PlainText"/>
        <w:ind w:left="720"/>
      </w:pPr>
      <w:r w:rsidRPr="00B74CAC">
        <w:t>remember his mother and her belief in the importance of education.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A04DD0">
      <w:pPr>
        <w:pStyle w:val="PlainText"/>
      </w:pPr>
    </w:p>
    <w:p w:rsidR="00152B1F" w:rsidRDefault="00152B1F" w:rsidP="008051CC">
      <w:pPr>
        <w:pStyle w:val="PlainText"/>
      </w:pPr>
      <w:r>
        <w:t xml:space="preserve">Cofer, Judith Ortiz. </w:t>
      </w:r>
      <w:r w:rsidRPr="008051CC">
        <w:rPr>
          <w:i/>
        </w:rPr>
        <w:t>Call Me MarÃ­a : A Novel</w:t>
      </w:r>
    </w:p>
    <w:p w:rsidR="00152B1F" w:rsidRDefault="00152B1F" w:rsidP="008051CC">
      <w:pPr>
        <w:pStyle w:val="PlainText"/>
        <w:ind w:firstLine="720"/>
      </w:pPr>
    </w:p>
    <w:p w:rsidR="00152B1F" w:rsidRPr="00B74CAC" w:rsidRDefault="00152B1F" w:rsidP="008051CC">
      <w:pPr>
        <w:pStyle w:val="PlainText"/>
        <w:ind w:firstLine="720"/>
      </w:pPr>
      <w:r w:rsidRPr="00B74CAC">
        <w:t>A story in poetry and prose, in which fifteen-year-old Maria leaves her</w:t>
      </w:r>
    </w:p>
    <w:p w:rsidR="00152B1F" w:rsidRPr="00B74CAC" w:rsidRDefault="00152B1F" w:rsidP="008051CC">
      <w:pPr>
        <w:pStyle w:val="PlainText"/>
        <w:ind w:left="720"/>
      </w:pPr>
      <w:r w:rsidRPr="00B74CAC">
        <w:t xml:space="preserve">mother and their Puerto Rican home to live in the barrio of </w:t>
      </w:r>
      <w:smartTag w:uri="urn:schemas-microsoft-com:office:smarttags" w:element="place">
        <w:r w:rsidRPr="00B74CAC">
          <w:t>New York</w:t>
        </w:r>
      </w:smartTag>
    </w:p>
    <w:p w:rsidR="00152B1F" w:rsidRPr="00B74CAC" w:rsidRDefault="00152B1F" w:rsidP="008051CC">
      <w:pPr>
        <w:pStyle w:val="PlainText"/>
        <w:ind w:left="720"/>
      </w:pPr>
      <w:r w:rsidRPr="00B74CAC">
        <w:t>with her father, feeling torn between the two cultures in which she has</w:t>
      </w:r>
    </w:p>
    <w:p w:rsidR="00152B1F" w:rsidRPr="00B74CAC" w:rsidRDefault="00152B1F" w:rsidP="008051CC">
      <w:pPr>
        <w:pStyle w:val="PlainText"/>
        <w:ind w:left="720"/>
      </w:pPr>
      <w:r w:rsidRPr="00B74CAC">
        <w:t>been raised.</w:t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</w:pPr>
      <w:r>
        <w:t xml:space="preserve">Conly, Jane Leslie. </w:t>
      </w:r>
      <w:r w:rsidRPr="008051CC">
        <w:rPr>
          <w:i/>
        </w:rPr>
        <w:t>Crazy Lady!</w:t>
      </w:r>
    </w:p>
    <w:p w:rsidR="00152B1F" w:rsidRDefault="00152B1F" w:rsidP="00A04DD0">
      <w:pPr>
        <w:pStyle w:val="PlainText"/>
      </w:pPr>
    </w:p>
    <w:p w:rsidR="00152B1F" w:rsidRPr="00B74CAC" w:rsidRDefault="00152B1F" w:rsidP="008051CC">
      <w:pPr>
        <w:pStyle w:val="PlainText"/>
        <w:ind w:left="720"/>
      </w:pPr>
      <w:r w:rsidRPr="00B74CAC">
        <w:t xml:space="preserve">As he tries to come to terms with his mother's death, </w:t>
      </w:r>
      <w:smartTag w:uri="urn:schemas-microsoft-com:office:smarttags" w:element="place">
        <w:r w:rsidRPr="00B74CAC">
          <w:t>Vernon</w:t>
        </w:r>
      </w:smartTag>
      <w:r w:rsidRPr="00B74CAC">
        <w:t xml:space="preserve"> finds</w:t>
      </w:r>
    </w:p>
    <w:p w:rsidR="00152B1F" w:rsidRPr="00B74CAC" w:rsidRDefault="00152B1F" w:rsidP="008051CC">
      <w:pPr>
        <w:pStyle w:val="PlainText"/>
        <w:ind w:left="720"/>
      </w:pPr>
      <w:r w:rsidRPr="00B74CAC">
        <w:t>solace in his growing relationship with the neighborhood outcasts, an</w:t>
      </w:r>
    </w:p>
    <w:p w:rsidR="00152B1F" w:rsidRPr="00B74CAC" w:rsidRDefault="00152B1F" w:rsidP="008051CC">
      <w:pPr>
        <w:pStyle w:val="PlainText"/>
        <w:ind w:left="720"/>
      </w:pPr>
      <w:r w:rsidRPr="00B74CAC">
        <w:t>alcoholic and her retarded son.</w:t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</w:pPr>
      <w:r>
        <w:t xml:space="preserve">Couloumbis, Audrey. </w:t>
      </w:r>
      <w:r w:rsidRPr="008051CC">
        <w:rPr>
          <w:i/>
        </w:rPr>
        <w:t>War Games : A Novel Based on a True Story</w:t>
      </w:r>
      <w:r>
        <w:t>.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8051CC">
      <w:pPr>
        <w:pStyle w:val="PlainText"/>
        <w:ind w:left="720"/>
      </w:pPr>
      <w:r w:rsidRPr="00B74CAC">
        <w:t>What were once just boys' games become matters of life and death as</w:t>
      </w:r>
    </w:p>
    <w:p w:rsidR="00152B1F" w:rsidRPr="00B74CAC" w:rsidRDefault="00152B1F" w:rsidP="008051CC">
      <w:pPr>
        <w:pStyle w:val="PlainText"/>
        <w:ind w:left="720"/>
      </w:pPr>
      <w:r w:rsidRPr="00B74CAC">
        <w:t>Petros and his older brother Zola each wonder if, like their</w:t>
      </w:r>
    </w:p>
    <w:p w:rsidR="00152B1F" w:rsidRPr="00B74CAC" w:rsidRDefault="00152B1F" w:rsidP="008051CC">
      <w:pPr>
        <w:pStyle w:val="PlainText"/>
        <w:ind w:left="720"/>
      </w:pPr>
      <w:r w:rsidRPr="00B74CAC">
        <w:t>resistance-fighter cousin, they too can make a difference in a</w:t>
      </w:r>
    </w:p>
    <w:p w:rsidR="00152B1F" w:rsidRPr="00B74CAC" w:rsidRDefault="00152B1F" w:rsidP="008051CC">
      <w:pPr>
        <w:pStyle w:val="PlainText"/>
        <w:ind w:left="720"/>
      </w:pPr>
      <w:r w:rsidRPr="00B74CAC">
        <w:t xml:space="preserve">Nazi-occupied </w:t>
      </w:r>
      <w:smartTag w:uri="urn:schemas-microsoft-com:office:smarttags" w:element="place">
        <w:r w:rsidRPr="00B74CAC">
          <w:t>Greece</w:t>
        </w:r>
      </w:smartTag>
      <w:r w:rsidRPr="00B74CAC">
        <w:t>.</w:t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</w:pPr>
      <w:r>
        <w:t xml:space="preserve">Draper, Sharon M. </w:t>
      </w:r>
      <w:r w:rsidRPr="00B74CAC">
        <w:t xml:space="preserve">Fire </w:t>
      </w:r>
      <w:r>
        <w:t>F</w:t>
      </w:r>
      <w:r w:rsidRPr="00B74CAC">
        <w:t xml:space="preserve">rom the </w:t>
      </w:r>
      <w:r>
        <w:t>Rock.</w:t>
      </w:r>
    </w:p>
    <w:p w:rsidR="00152B1F" w:rsidRDefault="00152B1F" w:rsidP="00A04DD0">
      <w:pPr>
        <w:pStyle w:val="PlainText"/>
      </w:pPr>
    </w:p>
    <w:p w:rsidR="00152B1F" w:rsidRPr="00B74CAC" w:rsidRDefault="00152B1F" w:rsidP="008051CC">
      <w:pPr>
        <w:pStyle w:val="PlainText"/>
        <w:ind w:left="720"/>
      </w:pPr>
      <w:r w:rsidRPr="00B74CAC">
        <w:t>Sylvia Patterson's life suddenly changes with the integration of Little</w:t>
      </w:r>
    </w:p>
    <w:p w:rsidR="00152B1F" w:rsidRPr="00B74CAC" w:rsidRDefault="00152B1F" w:rsidP="008051CC">
      <w:pPr>
        <w:pStyle w:val="PlainText"/>
        <w:ind w:left="720"/>
      </w:pPr>
      <w:r w:rsidRPr="00B74CAC">
        <w:t>Rock's Central High in 1957 when she is selected to be one of the first</w:t>
      </w:r>
    </w:p>
    <w:p w:rsidR="00152B1F" w:rsidRPr="00B74CAC" w:rsidRDefault="00152B1F" w:rsidP="008051CC">
      <w:pPr>
        <w:pStyle w:val="PlainText"/>
        <w:ind w:left="720"/>
      </w:pPr>
      <w:r w:rsidRPr="00B74CAC">
        <w:t>black students to attend the previously all white school.</w:t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</w:pPr>
      <w:r>
        <w:t xml:space="preserve">Edwardson, Debby Dahl. </w:t>
      </w:r>
      <w:r w:rsidRPr="00B74CAC">
        <w:t xml:space="preserve">Blessing's </w:t>
      </w:r>
      <w:r>
        <w:t>B</w:t>
      </w:r>
      <w:r w:rsidRPr="00B74CAC">
        <w:t>ead.</w:t>
      </w:r>
    </w:p>
    <w:p w:rsidR="00152B1F" w:rsidRDefault="00152B1F" w:rsidP="00A04DD0">
      <w:pPr>
        <w:pStyle w:val="PlainText"/>
      </w:pPr>
    </w:p>
    <w:p w:rsidR="00152B1F" w:rsidRPr="00B74CAC" w:rsidRDefault="00152B1F" w:rsidP="008051CC">
      <w:pPr>
        <w:pStyle w:val="PlainText"/>
        <w:ind w:left="720"/>
      </w:pPr>
      <w:r w:rsidRPr="00B74CAC">
        <w:t xml:space="preserve">In 1917, Aaluk leaves for </w:t>
      </w:r>
      <w:smartTag w:uri="urn:schemas-microsoft-com:office:smarttags" w:element="place">
        <w:r w:rsidRPr="00B74CAC">
          <w:t>Siberia</w:t>
        </w:r>
      </w:smartTag>
      <w:r w:rsidRPr="00B74CAC">
        <w:t xml:space="preserve"> while her sister Nutaaq remains in</w:t>
      </w:r>
    </w:p>
    <w:p w:rsidR="00152B1F" w:rsidRPr="00B74CAC" w:rsidRDefault="00152B1F" w:rsidP="008051CC">
      <w:pPr>
        <w:pStyle w:val="PlainText"/>
        <w:ind w:left="720"/>
      </w:pPr>
      <w:r w:rsidRPr="00B74CAC">
        <w:t>their Alaskan village and becomes one of the few survivors of an</w:t>
      </w:r>
    </w:p>
    <w:p w:rsidR="00152B1F" w:rsidRPr="00B74CAC" w:rsidRDefault="00152B1F" w:rsidP="008051CC">
      <w:pPr>
        <w:pStyle w:val="PlainText"/>
        <w:ind w:left="720"/>
      </w:pPr>
      <w:r w:rsidRPr="00B74CAC">
        <w:t>influenza epidemic, then in 1986, Nunaaq's great-granddaughter leaves</w:t>
      </w:r>
    </w:p>
    <w:p w:rsidR="00152B1F" w:rsidRPr="00B74CAC" w:rsidRDefault="00152B1F" w:rsidP="008051CC">
      <w:pPr>
        <w:pStyle w:val="PlainText"/>
        <w:ind w:left="720"/>
      </w:pPr>
      <w:r w:rsidRPr="00B74CAC">
        <w:t>her mother due to a different kind of sickness and returns to the</w:t>
      </w:r>
    </w:p>
    <w:p w:rsidR="00152B1F" w:rsidRPr="00B74CAC" w:rsidRDefault="00152B1F" w:rsidP="008051CC">
      <w:pPr>
        <w:pStyle w:val="PlainText"/>
        <w:ind w:left="720"/>
      </w:pPr>
      <w:r w:rsidRPr="00B74CAC">
        <w:t>village where they were born.</w:t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</w:pPr>
      <w:r w:rsidRPr="00B74CAC">
        <w:t xml:space="preserve">Edwardson, Debby Dahl. _My </w:t>
      </w:r>
      <w:r>
        <w:t>N</w:t>
      </w:r>
      <w:r w:rsidRPr="00B74CAC">
        <w:t xml:space="preserve">ame is </w:t>
      </w:r>
      <w:r>
        <w:t>N</w:t>
      </w:r>
      <w:r w:rsidRPr="00B74CAC">
        <w:t xml:space="preserve">ot </w:t>
      </w:r>
      <w:r>
        <w:t>Easy</w:t>
      </w:r>
    </w:p>
    <w:p w:rsidR="00152B1F" w:rsidRDefault="00152B1F" w:rsidP="00A04DD0">
      <w:pPr>
        <w:pStyle w:val="PlainText"/>
      </w:pPr>
    </w:p>
    <w:p w:rsidR="00152B1F" w:rsidRPr="00B74CAC" w:rsidRDefault="00152B1F" w:rsidP="008051CC">
      <w:pPr>
        <w:pStyle w:val="PlainText"/>
        <w:ind w:left="720"/>
      </w:pPr>
      <w:r w:rsidRPr="00B74CAC">
        <w:t>Alaskans Luke, Chickie, Sonny, Donna, and Amiq relate their experiences</w:t>
      </w:r>
    </w:p>
    <w:p w:rsidR="00152B1F" w:rsidRPr="00B74CAC" w:rsidRDefault="00152B1F" w:rsidP="008051CC">
      <w:pPr>
        <w:pStyle w:val="PlainText"/>
        <w:ind w:left="720"/>
      </w:pPr>
      <w:r w:rsidRPr="00B74CAC">
        <w:t>in the early 1960s when they are forced to attend a Catholic boarding</w:t>
      </w:r>
    </w:p>
    <w:p w:rsidR="00152B1F" w:rsidRPr="00B74CAC" w:rsidRDefault="00152B1F" w:rsidP="008051CC">
      <w:pPr>
        <w:pStyle w:val="PlainText"/>
        <w:ind w:left="720"/>
      </w:pPr>
      <w:r w:rsidRPr="00B74CAC">
        <w:t>school where, despite different tribal affiliations, they come to find a</w:t>
      </w:r>
    </w:p>
    <w:p w:rsidR="00152B1F" w:rsidRPr="00B74CAC" w:rsidRDefault="00152B1F" w:rsidP="008051CC">
      <w:pPr>
        <w:pStyle w:val="PlainText"/>
        <w:ind w:left="720"/>
      </w:pPr>
      <w:r w:rsidRPr="00B74CAC">
        <w:t>sort of family and home.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A04DD0">
      <w:pPr>
        <w:pStyle w:val="PlainText"/>
      </w:pPr>
      <w:r>
        <w:t xml:space="preserve">Ellis, Deborah. </w:t>
      </w:r>
      <w:r w:rsidRPr="008051CC">
        <w:rPr>
          <w:i/>
        </w:rPr>
        <w:t>The Breadwinner</w:t>
      </w:r>
    </w:p>
    <w:p w:rsidR="00152B1F" w:rsidRPr="00B74CAC" w:rsidRDefault="00152B1F" w:rsidP="008051CC">
      <w:pPr>
        <w:pStyle w:val="PlainText"/>
        <w:ind w:left="720"/>
      </w:pPr>
      <w:r w:rsidRPr="00B74CAC">
        <w:t xml:space="preserve">Because the Taliban rulers of </w:t>
      </w:r>
      <w:smartTag w:uri="urn:schemas-microsoft-com:office:smarttags" w:element="place">
        <w:smartTag w:uri="urn:schemas-microsoft-com:office:smarttags" w:element="place">
          <w:r w:rsidRPr="00B74CAC">
            <w:t>Kabul</w:t>
          </w:r>
        </w:smartTag>
        <w:r w:rsidRPr="00B74CAC">
          <w:t xml:space="preserve">, </w:t>
        </w:r>
        <w:smartTag w:uri="urn:schemas-microsoft-com:office:smarttags" w:element="place">
          <w:r w:rsidRPr="00B74CAC">
            <w:t>Afghanistan</w:t>
          </w:r>
        </w:smartTag>
      </w:smartTag>
      <w:r w:rsidRPr="00B74CAC">
        <w:t>, impose strict</w:t>
      </w:r>
    </w:p>
    <w:p w:rsidR="00152B1F" w:rsidRPr="00B74CAC" w:rsidRDefault="00152B1F" w:rsidP="008051CC">
      <w:pPr>
        <w:pStyle w:val="PlainText"/>
        <w:ind w:left="720"/>
      </w:pPr>
      <w:r w:rsidRPr="00B74CAC">
        <w:t>limitations on women's freedom and behavior, eleven-year-old Parvana</w:t>
      </w:r>
    </w:p>
    <w:p w:rsidR="00152B1F" w:rsidRPr="00B74CAC" w:rsidRDefault="00152B1F" w:rsidP="008051CC">
      <w:pPr>
        <w:pStyle w:val="PlainText"/>
        <w:ind w:left="720"/>
      </w:pPr>
      <w:r w:rsidRPr="00B74CAC">
        <w:t>must disguise herself as a boy so that her family can survive after her</w:t>
      </w:r>
    </w:p>
    <w:p w:rsidR="00152B1F" w:rsidRPr="00B74CAC" w:rsidRDefault="00152B1F" w:rsidP="00D226A3">
      <w:pPr>
        <w:pStyle w:val="PlainText"/>
        <w:ind w:left="720"/>
      </w:pPr>
      <w:r w:rsidRPr="00B74CAC">
        <w:t>father's arrest.</w:t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  <w:rPr>
          <w:i/>
        </w:rPr>
      </w:pPr>
      <w:r>
        <w:t xml:space="preserve">Ellis, Deborah. </w:t>
      </w:r>
      <w:r w:rsidRPr="008051CC">
        <w:rPr>
          <w:i/>
        </w:rPr>
        <w:t>No Ordinary Day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8051CC">
      <w:pPr>
        <w:pStyle w:val="PlainText"/>
        <w:ind w:left="720"/>
      </w:pPr>
      <w:r w:rsidRPr="00B74CAC">
        <w:t>Valli has always been afraid of the lepers living on the other side of</w:t>
      </w:r>
    </w:p>
    <w:p w:rsidR="00152B1F" w:rsidRPr="00B74CAC" w:rsidRDefault="00152B1F" w:rsidP="008051CC">
      <w:pPr>
        <w:pStyle w:val="PlainText"/>
        <w:ind w:left="720"/>
      </w:pPr>
      <w:r w:rsidRPr="00B74CAC">
        <w:t xml:space="preserve">the train tracks in the coal town of </w:t>
      </w:r>
      <w:smartTag w:uri="urn:schemas-microsoft-com:office:smarttags" w:element="place">
        <w:smartTag w:uri="urn:schemas-microsoft-com:office:smarttags" w:element="place">
          <w:r w:rsidRPr="00B74CAC">
            <w:t>Jharia</w:t>
          </w:r>
        </w:smartTag>
        <w:r w:rsidRPr="00B74CAC">
          <w:t xml:space="preserve">, </w:t>
        </w:r>
        <w:smartTag w:uri="urn:schemas-microsoft-com:office:smarttags" w:element="place">
          <w:r w:rsidRPr="00B74CAC">
            <w:t>India</w:t>
          </w:r>
        </w:smartTag>
      </w:smartTag>
      <w:r w:rsidRPr="00B74CAC">
        <w:t>, so when a chance</w:t>
      </w:r>
    </w:p>
    <w:p w:rsidR="00152B1F" w:rsidRPr="00B74CAC" w:rsidRDefault="00152B1F" w:rsidP="008051CC">
      <w:pPr>
        <w:pStyle w:val="PlainText"/>
        <w:ind w:left="720"/>
      </w:pPr>
      <w:r w:rsidRPr="00B74CAC">
        <w:t>encounter with a doctor reveals she also has leprosy, Valli rejects help</w:t>
      </w:r>
    </w:p>
    <w:p w:rsidR="00152B1F" w:rsidRPr="00B74CAC" w:rsidRDefault="00152B1F" w:rsidP="008051CC">
      <w:pPr>
        <w:pStyle w:val="PlainText"/>
        <w:ind w:firstLine="720"/>
      </w:pPr>
      <w:r w:rsidRPr="00B74CAC">
        <w:t>nd begins an uncertain life on the streets.</w:t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  <w:rPr>
          <w:i/>
        </w:rPr>
      </w:pPr>
      <w:r>
        <w:t xml:space="preserve">Ellis, Deborah. </w:t>
      </w:r>
      <w:r w:rsidRPr="00D226A3">
        <w:rPr>
          <w:i/>
        </w:rPr>
        <w:t>Parvana's Journey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D226A3">
      <w:pPr>
        <w:pStyle w:val="PlainText"/>
        <w:ind w:left="720"/>
      </w:pPr>
      <w:r w:rsidRPr="00B74CAC">
        <w:t xml:space="preserve">With </w:t>
      </w:r>
      <w:smartTag w:uri="urn:schemas-microsoft-com:office:smarttags" w:element="place">
        <w:r w:rsidRPr="00B74CAC">
          <w:t>Kabul</w:t>
        </w:r>
      </w:smartTag>
      <w:r w:rsidRPr="00B74CAC">
        <w:t xml:space="preserve"> in ruins from the Taliban's control, Parvana dresses as a boy</w:t>
      </w:r>
    </w:p>
    <w:p w:rsidR="00152B1F" w:rsidRPr="00B74CAC" w:rsidRDefault="00152B1F" w:rsidP="00D226A3">
      <w:pPr>
        <w:pStyle w:val="PlainText"/>
        <w:ind w:left="720"/>
      </w:pPr>
      <w:r w:rsidRPr="00B74CAC">
        <w:t xml:space="preserve">and sets out to leave </w:t>
      </w:r>
      <w:smartTag w:uri="urn:schemas-microsoft-com:office:smarttags" w:element="place">
        <w:r w:rsidRPr="00B74CAC">
          <w:t>Afghanistan</w:t>
        </w:r>
      </w:smartTag>
      <w:r w:rsidRPr="00B74CAC">
        <w:t xml:space="preserve"> in search of her family.</w:t>
      </w:r>
    </w:p>
    <w:p w:rsidR="00152B1F" w:rsidRPr="00B74CAC" w:rsidRDefault="00152B1F" w:rsidP="00A04DD0">
      <w:pPr>
        <w:pStyle w:val="PlainText"/>
      </w:pPr>
    </w:p>
    <w:p w:rsidR="00152B1F" w:rsidRPr="00D226A3" w:rsidRDefault="00152B1F" w:rsidP="00A04DD0">
      <w:pPr>
        <w:pStyle w:val="PlainText"/>
        <w:rPr>
          <w:i/>
        </w:rPr>
      </w:pPr>
      <w:r>
        <w:t xml:space="preserve">English, Karen. </w:t>
      </w:r>
      <w:r w:rsidRPr="00D226A3">
        <w:rPr>
          <w:i/>
        </w:rPr>
        <w:t>Francie</w:t>
      </w:r>
    </w:p>
    <w:p w:rsidR="00152B1F" w:rsidRDefault="00152B1F" w:rsidP="00A04DD0">
      <w:pPr>
        <w:pStyle w:val="PlainText"/>
      </w:pPr>
    </w:p>
    <w:p w:rsidR="00152B1F" w:rsidRPr="00B74CAC" w:rsidRDefault="00152B1F" w:rsidP="00D226A3">
      <w:pPr>
        <w:pStyle w:val="PlainText"/>
        <w:ind w:left="720"/>
      </w:pPr>
      <w:r w:rsidRPr="00B74CAC">
        <w:t>When the sixteen-year-old boy whom she tutors in reading is accused of</w:t>
      </w:r>
    </w:p>
    <w:p w:rsidR="00152B1F" w:rsidRPr="00B74CAC" w:rsidRDefault="00152B1F" w:rsidP="00D226A3">
      <w:pPr>
        <w:pStyle w:val="PlainText"/>
        <w:ind w:left="720"/>
      </w:pPr>
      <w:r w:rsidRPr="00B74CAC">
        <w:t>attempting to murder a white man, Francie gets herself in serious</w:t>
      </w:r>
    </w:p>
    <w:p w:rsidR="00152B1F" w:rsidRPr="00B74CAC" w:rsidRDefault="00152B1F" w:rsidP="00D226A3">
      <w:pPr>
        <w:pStyle w:val="PlainText"/>
        <w:ind w:left="720"/>
      </w:pPr>
      <w:r w:rsidRPr="00B74CAC">
        <w:t>trouble for her efforts at friendship.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A04DD0">
      <w:pPr>
        <w:pStyle w:val="PlainText"/>
      </w:pPr>
    </w:p>
    <w:p w:rsidR="00152B1F" w:rsidRPr="00D226A3" w:rsidRDefault="00152B1F" w:rsidP="00A04DD0">
      <w:pPr>
        <w:pStyle w:val="PlainText"/>
        <w:rPr>
          <w:i/>
        </w:rPr>
      </w:pPr>
      <w:r>
        <w:t xml:space="preserve">Fuqua, Jonathon Scott. </w:t>
      </w:r>
      <w:r w:rsidRPr="00D226A3">
        <w:rPr>
          <w:i/>
        </w:rPr>
        <w:t>Darby</w:t>
      </w:r>
    </w:p>
    <w:p w:rsidR="00152B1F" w:rsidRDefault="00152B1F" w:rsidP="00A04DD0">
      <w:pPr>
        <w:pStyle w:val="PlainText"/>
      </w:pPr>
    </w:p>
    <w:p w:rsidR="00152B1F" w:rsidRPr="00B74CAC" w:rsidRDefault="00152B1F" w:rsidP="00D226A3">
      <w:pPr>
        <w:pStyle w:val="PlainText"/>
        <w:ind w:left="720"/>
      </w:pPr>
      <w:r w:rsidRPr="00B74CAC">
        <w:t>In 1926, nine-year-old Darby Carmichael stirs up trouble in Marlboro</w:t>
      </w:r>
    </w:p>
    <w:p w:rsidR="00152B1F" w:rsidRPr="00B74CAC" w:rsidRDefault="00152B1F" w:rsidP="00D226A3">
      <w:pPr>
        <w:pStyle w:val="PlainText"/>
        <w:ind w:left="720"/>
      </w:pPr>
      <w:r w:rsidRPr="00B74CAC">
        <w:t xml:space="preserve">County, </w:t>
      </w:r>
      <w:smartTag w:uri="urn:schemas-microsoft-com:office:smarttags" w:element="place">
        <w:r w:rsidRPr="00B74CAC">
          <w:t>South Carolina</w:t>
        </w:r>
      </w:smartTag>
      <w:r w:rsidRPr="00B74CAC">
        <w:t>, when she writes a story for the local newspaper</w:t>
      </w:r>
    </w:p>
    <w:p w:rsidR="00152B1F" w:rsidRPr="00B74CAC" w:rsidRDefault="00152B1F" w:rsidP="00D226A3">
      <w:pPr>
        <w:pStyle w:val="PlainText"/>
        <w:ind w:left="720"/>
      </w:pPr>
      <w:r w:rsidRPr="00B74CAC">
        <w:t>promoting racial equality.</w:t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</w:pPr>
      <w:r w:rsidRPr="00B74CAC">
        <w:t>Glatstein, Jacob</w:t>
      </w:r>
      <w:r>
        <w:t xml:space="preserve">. </w:t>
      </w:r>
      <w:r w:rsidRPr="005B7C97">
        <w:rPr>
          <w:i/>
        </w:rPr>
        <w:t>Emil and Karl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5B7C97">
      <w:pPr>
        <w:pStyle w:val="PlainText"/>
        <w:ind w:left="720"/>
      </w:pPr>
      <w:r w:rsidRPr="00B74CAC">
        <w:t xml:space="preserve">In </w:t>
      </w:r>
      <w:smartTag w:uri="urn:schemas-microsoft-com:office:smarttags" w:element="place">
        <w:smartTag w:uri="urn:schemas-microsoft-com:office:smarttags" w:element="place">
          <w:r w:rsidRPr="00B74CAC">
            <w:t>Vienna</w:t>
          </w:r>
        </w:smartTag>
        <w:r w:rsidRPr="00B74CAC">
          <w:t xml:space="preserve">, </w:t>
        </w:r>
        <w:smartTag w:uri="urn:schemas-microsoft-com:office:smarttags" w:element="place">
          <w:r w:rsidRPr="00B74CAC">
            <w:t>Austria</w:t>
          </w:r>
        </w:smartTag>
      </w:smartTag>
      <w:r w:rsidRPr="00B74CAC">
        <w:t>, in 1940, two nine-year-old boys, one Jewish and one</w:t>
      </w:r>
    </w:p>
    <w:p w:rsidR="00152B1F" w:rsidRPr="00B74CAC" w:rsidRDefault="00152B1F" w:rsidP="005B7C97">
      <w:pPr>
        <w:pStyle w:val="PlainText"/>
        <w:ind w:left="720"/>
      </w:pPr>
      <w:r w:rsidRPr="00B74CAC">
        <w:t>Aryan, are classmates and best friends when events of the Nazi</w:t>
      </w:r>
    </w:p>
    <w:p w:rsidR="00152B1F" w:rsidRPr="00B74CAC" w:rsidRDefault="00152B1F" w:rsidP="005B7C97">
      <w:pPr>
        <w:pStyle w:val="PlainText"/>
        <w:ind w:left="720"/>
      </w:pPr>
      <w:r w:rsidRPr="00B74CAC">
        <w:t>occupation draw them even closer together as they fight to survive and</w:t>
      </w:r>
    </w:p>
    <w:p w:rsidR="00152B1F" w:rsidRPr="00B74CAC" w:rsidRDefault="00152B1F" w:rsidP="005B7C97">
      <w:pPr>
        <w:pStyle w:val="PlainText"/>
        <w:ind w:left="720"/>
      </w:pPr>
      <w:r w:rsidRPr="00B74CAC">
        <w:t>escape together.</w:t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  <w:rPr>
          <w:i/>
        </w:rPr>
      </w:pPr>
      <w:r>
        <w:t xml:space="preserve">Going, K. L. </w:t>
      </w:r>
      <w:r w:rsidRPr="005B7C97">
        <w:rPr>
          <w:i/>
        </w:rPr>
        <w:t>The Liberation of Gabriel King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5B7C97">
      <w:pPr>
        <w:pStyle w:val="PlainText"/>
        <w:ind w:left="720"/>
      </w:pPr>
      <w:r w:rsidRPr="00B74CAC">
        <w:t>Gabriel, a white boy who is being bullied, and Frita, an</w:t>
      </w:r>
    </w:p>
    <w:p w:rsidR="00152B1F" w:rsidRPr="00B74CAC" w:rsidRDefault="00152B1F" w:rsidP="005B7C97">
      <w:pPr>
        <w:pStyle w:val="PlainText"/>
        <w:ind w:left="720"/>
      </w:pPr>
      <w:r w:rsidRPr="00B74CAC">
        <w:t>African-American girl facing prejudice, decide to overcome their many</w:t>
      </w:r>
    </w:p>
    <w:p w:rsidR="00152B1F" w:rsidRPr="00B74CAC" w:rsidRDefault="00152B1F" w:rsidP="005B7C97">
      <w:pPr>
        <w:pStyle w:val="PlainText"/>
        <w:ind w:left="720"/>
      </w:pPr>
      <w:r w:rsidRPr="00B74CAC">
        <w:t>fears together as they enter fifth grade in Georgia in 1976.</w:t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</w:pPr>
      <w:r w:rsidRPr="00B74CAC">
        <w:t>Gorman, Carol. _</w:t>
      </w:r>
      <w:r w:rsidRPr="005B7C97">
        <w:rPr>
          <w:i/>
        </w:rPr>
        <w:t>Stumptown Kid</w:t>
      </w:r>
      <w:r>
        <w:t>._</w:t>
      </w:r>
    </w:p>
    <w:p w:rsidR="00152B1F" w:rsidRDefault="00152B1F" w:rsidP="00A04DD0">
      <w:pPr>
        <w:pStyle w:val="PlainText"/>
      </w:pPr>
    </w:p>
    <w:p w:rsidR="00152B1F" w:rsidRPr="00B74CAC" w:rsidRDefault="00152B1F" w:rsidP="005B7C97">
      <w:pPr>
        <w:pStyle w:val="PlainText"/>
        <w:ind w:left="720"/>
      </w:pPr>
      <w:r w:rsidRPr="00B74CAC">
        <w:t>In a small Iowa town in 1952, eleven-year-old Charlie Nebraska, whose</w:t>
      </w:r>
    </w:p>
    <w:p w:rsidR="00152B1F" w:rsidRPr="00B74CAC" w:rsidRDefault="00152B1F" w:rsidP="005B7C97">
      <w:pPr>
        <w:pStyle w:val="PlainText"/>
        <w:ind w:left="720"/>
      </w:pPr>
      <w:r w:rsidRPr="00B74CAC">
        <w:t>father died in the Korean War, learns the meaning of both racism and</w:t>
      </w:r>
    </w:p>
    <w:p w:rsidR="00152B1F" w:rsidRPr="00B74CAC" w:rsidRDefault="00152B1F" w:rsidP="005B7C97">
      <w:pPr>
        <w:pStyle w:val="PlainText"/>
        <w:ind w:left="720"/>
      </w:pPr>
      <w:r w:rsidRPr="00B74CAC">
        <w:t>heroism when he befriends Luther Peale, a young man who once played for</w:t>
      </w:r>
    </w:p>
    <w:p w:rsidR="00152B1F" w:rsidRPr="00B74CAC" w:rsidRDefault="00152B1F" w:rsidP="005B7C97">
      <w:pPr>
        <w:pStyle w:val="PlainText"/>
        <w:ind w:left="720"/>
      </w:pPr>
      <w:r w:rsidRPr="00B74CAC">
        <w:t>the old Negro Baseball League.</w:t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</w:pPr>
      <w:r>
        <w:t xml:space="preserve">Gutman, Dan. </w:t>
      </w:r>
      <w:r w:rsidRPr="005B7C97">
        <w:rPr>
          <w:i/>
        </w:rPr>
        <w:t>Jackie and Me</w:t>
      </w:r>
      <w:r w:rsidRPr="00B74CAC">
        <w:t xml:space="preserve"> 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5B7C97">
      <w:pPr>
        <w:pStyle w:val="PlainText"/>
        <w:ind w:left="720"/>
      </w:pPr>
      <w:r w:rsidRPr="00B74CAC">
        <w:t>With his ability to travel through time by using baseball cards, Joe</w:t>
      </w:r>
    </w:p>
    <w:p w:rsidR="00152B1F" w:rsidRPr="00B74CAC" w:rsidRDefault="00152B1F" w:rsidP="005B7C97">
      <w:pPr>
        <w:pStyle w:val="PlainText"/>
        <w:ind w:left="720"/>
      </w:pPr>
      <w:r w:rsidRPr="00B74CAC">
        <w:t>goes back to 1947 to meet Jackie Robinson, turning into a black boy in</w:t>
      </w:r>
    </w:p>
    <w:p w:rsidR="00152B1F" w:rsidRPr="00B74CAC" w:rsidRDefault="00152B1F" w:rsidP="005B7C97">
      <w:pPr>
        <w:pStyle w:val="PlainText"/>
        <w:ind w:left="720"/>
      </w:pPr>
      <w:r w:rsidRPr="00B74CAC">
        <w:t>the process.</w:t>
      </w:r>
    </w:p>
    <w:p w:rsidR="00152B1F" w:rsidRPr="00B74CAC" w:rsidRDefault="00152B1F" w:rsidP="00A04DD0">
      <w:pPr>
        <w:pStyle w:val="PlainText"/>
      </w:pPr>
    </w:p>
    <w:p w:rsidR="00152B1F" w:rsidRDefault="00152B1F" w:rsidP="009869B9">
      <w:pPr>
        <w:pStyle w:val="PlainText"/>
      </w:pPr>
      <w:r>
        <w:t xml:space="preserve">Hesse, Karen. </w:t>
      </w:r>
      <w:r w:rsidRPr="009869B9">
        <w:rPr>
          <w:i/>
        </w:rPr>
        <w:t>Aleutian Sparrow</w:t>
      </w:r>
      <w:r>
        <w:t>.</w:t>
      </w:r>
    </w:p>
    <w:p w:rsidR="00152B1F" w:rsidRDefault="00152B1F" w:rsidP="009869B9">
      <w:pPr>
        <w:pStyle w:val="PlainText"/>
        <w:ind w:firstLine="720"/>
      </w:pPr>
    </w:p>
    <w:p w:rsidR="00152B1F" w:rsidRPr="00B74CAC" w:rsidRDefault="00152B1F" w:rsidP="009869B9">
      <w:pPr>
        <w:pStyle w:val="PlainText"/>
        <w:ind w:firstLine="720"/>
      </w:pPr>
      <w:r w:rsidRPr="00B74CAC">
        <w:t>An Aleutian Islander recounts her suffering during World War II in</w:t>
      </w:r>
    </w:p>
    <w:p w:rsidR="00152B1F" w:rsidRPr="00B74CAC" w:rsidRDefault="00152B1F" w:rsidP="005B7C97">
      <w:pPr>
        <w:pStyle w:val="PlainText"/>
        <w:ind w:left="720"/>
      </w:pPr>
      <w:r w:rsidRPr="00B74CAC">
        <w:t>American internment camps designed to "protect" the population from the</w:t>
      </w:r>
    </w:p>
    <w:p w:rsidR="00152B1F" w:rsidRPr="00B74CAC" w:rsidRDefault="00152B1F" w:rsidP="005B7C97">
      <w:pPr>
        <w:pStyle w:val="PlainText"/>
        <w:ind w:left="720"/>
      </w:pPr>
      <w:r w:rsidRPr="00B74CAC">
        <w:t>invading Japanese.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A04DD0">
      <w:pPr>
        <w:pStyle w:val="PlainText"/>
      </w:pPr>
    </w:p>
    <w:p w:rsidR="00152B1F" w:rsidRPr="009869B9" w:rsidRDefault="00152B1F" w:rsidP="00A04DD0">
      <w:pPr>
        <w:pStyle w:val="PlainText"/>
        <w:rPr>
          <w:i/>
        </w:rPr>
      </w:pPr>
      <w:r>
        <w:t xml:space="preserve">Hesse, Karen. </w:t>
      </w:r>
      <w:r w:rsidRPr="009869B9">
        <w:rPr>
          <w:i/>
        </w:rPr>
        <w:t>Witness</w:t>
      </w:r>
    </w:p>
    <w:p w:rsidR="00152B1F" w:rsidRPr="00B74CAC" w:rsidRDefault="00152B1F" w:rsidP="009869B9">
      <w:pPr>
        <w:pStyle w:val="PlainText"/>
        <w:ind w:left="720"/>
      </w:pPr>
      <w:r w:rsidRPr="00B74CAC">
        <w:t>A series of poems express the views of various people in a small Vermont</w:t>
      </w:r>
    </w:p>
    <w:p w:rsidR="00152B1F" w:rsidRPr="00B74CAC" w:rsidRDefault="00152B1F" w:rsidP="009869B9">
      <w:pPr>
        <w:pStyle w:val="PlainText"/>
        <w:ind w:left="720"/>
      </w:pPr>
      <w:r w:rsidRPr="00B74CAC">
        <w:t>town, including a young black girl and a young Jewish girl, during the</w:t>
      </w:r>
    </w:p>
    <w:p w:rsidR="00152B1F" w:rsidRPr="00B74CAC" w:rsidRDefault="00152B1F" w:rsidP="009869B9">
      <w:pPr>
        <w:pStyle w:val="PlainText"/>
        <w:ind w:left="720"/>
      </w:pPr>
      <w:r w:rsidRPr="00B74CAC">
        <w:t>early 1920s when the Ku Klux Klan is trying to infiltrate the town.</w:t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  <w:rPr>
          <w:i/>
        </w:rPr>
      </w:pPr>
      <w:r>
        <w:t xml:space="preserve">Jiang, Ji-li. </w:t>
      </w:r>
      <w:r w:rsidRPr="009869B9">
        <w:rPr>
          <w:i/>
        </w:rPr>
        <w:t>Red Scarf Girl : A Memoir of the Cultural Revolution.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9869B9">
      <w:pPr>
        <w:pStyle w:val="PlainText"/>
        <w:ind w:left="720"/>
      </w:pPr>
      <w:r w:rsidRPr="00B74CAC">
        <w:t>The author tells about the happy life she led in China up until she was</w:t>
      </w:r>
    </w:p>
    <w:p w:rsidR="00152B1F" w:rsidRPr="00B74CAC" w:rsidRDefault="00152B1F" w:rsidP="009869B9">
      <w:pPr>
        <w:pStyle w:val="PlainText"/>
        <w:ind w:left="720"/>
      </w:pPr>
      <w:r w:rsidRPr="00B74CAC">
        <w:t>twelve-years-old when her family became a target of the Cultural</w:t>
      </w:r>
    </w:p>
    <w:p w:rsidR="00152B1F" w:rsidRPr="00B74CAC" w:rsidRDefault="00152B1F" w:rsidP="009869B9">
      <w:pPr>
        <w:pStyle w:val="PlainText"/>
        <w:ind w:left="720"/>
      </w:pPr>
      <w:r w:rsidRPr="00B74CAC">
        <w:t>Revolution, and discusses the choice she had to make between denouncing</w:t>
      </w:r>
    </w:p>
    <w:p w:rsidR="00152B1F" w:rsidRPr="00B74CAC" w:rsidRDefault="00152B1F" w:rsidP="009869B9">
      <w:pPr>
        <w:pStyle w:val="PlainText"/>
        <w:ind w:left="720"/>
      </w:pPr>
      <w:r w:rsidRPr="00B74CAC">
        <w:t>her father and breaking with her family, or refusing to speak against</w:t>
      </w:r>
    </w:p>
    <w:p w:rsidR="00152B1F" w:rsidRPr="00B74CAC" w:rsidRDefault="00152B1F" w:rsidP="009869B9">
      <w:pPr>
        <w:pStyle w:val="PlainText"/>
        <w:ind w:left="720"/>
      </w:pPr>
      <w:r w:rsidRPr="00B74CAC">
        <w:t>him and losing her future in the Communist Party.</w:t>
      </w:r>
    </w:p>
    <w:p w:rsidR="00152B1F" w:rsidRPr="00B74CAC" w:rsidRDefault="00152B1F" w:rsidP="009869B9">
      <w:pPr>
        <w:pStyle w:val="PlainText"/>
        <w:ind w:left="720"/>
      </w:pP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</w:pPr>
      <w:r w:rsidRPr="00B74CAC">
        <w:t>Kadoh</w:t>
      </w:r>
      <w:r>
        <w:t>ata, Cynthia. _Kira-kira.</w:t>
      </w:r>
    </w:p>
    <w:p w:rsidR="00152B1F" w:rsidRDefault="00152B1F" w:rsidP="00A04DD0">
      <w:pPr>
        <w:pStyle w:val="PlainText"/>
      </w:pPr>
    </w:p>
    <w:p w:rsidR="00152B1F" w:rsidRPr="00B74CAC" w:rsidRDefault="00152B1F" w:rsidP="009869B9">
      <w:pPr>
        <w:pStyle w:val="PlainText"/>
        <w:ind w:left="720"/>
      </w:pPr>
      <w:r w:rsidRPr="00B74CAC">
        <w:t>Chronicles the close friendship between two Japanese-American sisters</w:t>
      </w:r>
    </w:p>
    <w:p w:rsidR="00152B1F" w:rsidRPr="00B74CAC" w:rsidRDefault="00152B1F" w:rsidP="009869B9">
      <w:pPr>
        <w:pStyle w:val="PlainText"/>
        <w:ind w:left="720"/>
      </w:pPr>
      <w:r w:rsidRPr="00B74CAC">
        <w:t>growing up in rural Georgia during the late 1950s and early 1960s, and</w:t>
      </w:r>
    </w:p>
    <w:p w:rsidR="00152B1F" w:rsidRPr="00B74CAC" w:rsidRDefault="00152B1F" w:rsidP="009869B9">
      <w:pPr>
        <w:pStyle w:val="PlainText"/>
        <w:ind w:left="720"/>
      </w:pPr>
      <w:r w:rsidRPr="00B74CAC">
        <w:t>the despair when one sister becomes terminally ill.</w:t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  <w:rPr>
          <w:i/>
        </w:rPr>
      </w:pPr>
      <w:r w:rsidRPr="00B74CAC">
        <w:t>Ketchu</w:t>
      </w:r>
      <w:r>
        <w:t xml:space="preserve">m, Liza. </w:t>
      </w:r>
      <w:r w:rsidRPr="009869B9">
        <w:rPr>
          <w:i/>
        </w:rPr>
        <w:t>Where the Great Hawk Flies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9869B9">
      <w:pPr>
        <w:pStyle w:val="PlainText"/>
        <w:ind w:left="720"/>
      </w:pPr>
      <w:r w:rsidRPr="00B74CAC">
        <w:t>Years after a violent New England raid by the Redcoats and their</w:t>
      </w:r>
    </w:p>
    <w:p w:rsidR="00152B1F" w:rsidRPr="00B74CAC" w:rsidRDefault="00152B1F" w:rsidP="009869B9">
      <w:pPr>
        <w:pStyle w:val="PlainText"/>
        <w:ind w:left="720"/>
      </w:pPr>
      <w:r w:rsidRPr="00B74CAC">
        <w:t>Revolutionary War Indian allies, two families, one that suffered during</w:t>
      </w:r>
    </w:p>
    <w:p w:rsidR="00152B1F" w:rsidRPr="00B74CAC" w:rsidRDefault="00152B1F" w:rsidP="009869B9">
      <w:pPr>
        <w:pStyle w:val="PlainText"/>
        <w:ind w:left="720"/>
      </w:pPr>
      <w:r w:rsidRPr="00B74CAC">
        <w:t>that raid and one with an Indian mother and Patriot father, become</w:t>
      </w:r>
    </w:p>
    <w:p w:rsidR="00152B1F" w:rsidRPr="00B74CAC" w:rsidRDefault="00152B1F" w:rsidP="009869B9">
      <w:pPr>
        <w:pStyle w:val="PlainText"/>
        <w:ind w:left="720"/>
      </w:pPr>
      <w:r w:rsidRPr="00B74CAC">
        <w:t>neighbors and must deal with past trauma and prejudices before they can</w:t>
      </w:r>
    </w:p>
    <w:p w:rsidR="00152B1F" w:rsidRPr="00B74CAC" w:rsidRDefault="00152B1F" w:rsidP="009869B9">
      <w:pPr>
        <w:pStyle w:val="PlainText"/>
        <w:ind w:left="720"/>
      </w:pPr>
      <w:r w:rsidRPr="00B74CAC">
        <w:t>help each other in the present.</w:t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</w:pPr>
      <w:r>
        <w:t xml:space="preserve">Marsden, Carolyn. </w:t>
      </w:r>
      <w:r w:rsidRPr="009869B9">
        <w:rPr>
          <w:i/>
        </w:rPr>
        <w:t>The Gold-threaded Dress</w:t>
      </w:r>
    </w:p>
    <w:p w:rsidR="00152B1F" w:rsidRDefault="00152B1F" w:rsidP="00A04DD0">
      <w:pPr>
        <w:pStyle w:val="PlainText"/>
      </w:pPr>
    </w:p>
    <w:p w:rsidR="00152B1F" w:rsidRPr="00B74CAC" w:rsidRDefault="00152B1F" w:rsidP="009869B9">
      <w:pPr>
        <w:pStyle w:val="PlainText"/>
        <w:ind w:left="720"/>
      </w:pPr>
      <w:r w:rsidRPr="00B74CAC">
        <w:t>When Oy and her Thai American family move to a new neighborhood, her</w:t>
      </w:r>
    </w:p>
    <w:p w:rsidR="00152B1F" w:rsidRPr="00B74CAC" w:rsidRDefault="00152B1F" w:rsidP="009869B9">
      <w:pPr>
        <w:pStyle w:val="PlainText"/>
        <w:ind w:left="720"/>
      </w:pPr>
      <w:r w:rsidRPr="00B74CAC">
        <w:t>third-grade classmates tease and exclude her because she is different.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</w:pPr>
      <w:r>
        <w:t xml:space="preserve">McGuigan, Mary Ann. </w:t>
      </w:r>
      <w:r w:rsidRPr="009869B9">
        <w:rPr>
          <w:i/>
        </w:rPr>
        <w:t>Morning in a Different Place</w:t>
      </w:r>
    </w:p>
    <w:p w:rsidR="00152B1F" w:rsidRDefault="00152B1F" w:rsidP="00A04DD0">
      <w:pPr>
        <w:pStyle w:val="PlainText"/>
      </w:pPr>
    </w:p>
    <w:p w:rsidR="00152B1F" w:rsidRPr="00B74CAC" w:rsidRDefault="00152B1F" w:rsidP="009869B9">
      <w:pPr>
        <w:pStyle w:val="PlainText"/>
        <w:ind w:left="720"/>
      </w:pPr>
      <w:r w:rsidRPr="00B74CAC">
        <w:t>In 1963 in the Bronx, New York, eighth-graders Fiona and Yolanda help</w:t>
      </w:r>
    </w:p>
    <w:p w:rsidR="00152B1F" w:rsidRPr="00B74CAC" w:rsidRDefault="00152B1F" w:rsidP="009869B9">
      <w:pPr>
        <w:pStyle w:val="PlainText"/>
        <w:ind w:left="720"/>
      </w:pPr>
      <w:r w:rsidRPr="00B74CAC">
        <w:t>one another face hard decisions at home despite family and social</w:t>
      </w:r>
    </w:p>
    <w:p w:rsidR="00152B1F" w:rsidRPr="00B74CAC" w:rsidRDefault="00152B1F" w:rsidP="009869B9">
      <w:pPr>
        <w:pStyle w:val="PlainText"/>
        <w:ind w:left="720"/>
      </w:pPr>
      <w:r w:rsidRPr="00B74CAC">
        <w:t>opposition to their interracial friendship, but Fiona is on her own when</w:t>
      </w:r>
    </w:p>
    <w:p w:rsidR="00152B1F" w:rsidRPr="00B74CAC" w:rsidRDefault="00152B1F" w:rsidP="009869B9">
      <w:pPr>
        <w:pStyle w:val="PlainText"/>
        <w:ind w:left="720"/>
      </w:pPr>
      <w:r w:rsidRPr="00B74CAC">
        <w:t>popular classmates start paying attention to her and give her a glimpse</w:t>
      </w:r>
    </w:p>
    <w:p w:rsidR="00152B1F" w:rsidRPr="00B74CAC" w:rsidRDefault="00152B1F" w:rsidP="009869B9">
      <w:pPr>
        <w:pStyle w:val="PlainText"/>
        <w:ind w:left="720"/>
      </w:pPr>
      <w:r w:rsidRPr="00B74CAC">
        <w:t>of both a different way of life and a new kind of hatefulness.</w:t>
      </w:r>
    </w:p>
    <w:p w:rsidR="00152B1F" w:rsidRDefault="00152B1F" w:rsidP="00A04DD0">
      <w:pPr>
        <w:pStyle w:val="PlainText"/>
      </w:pPr>
    </w:p>
    <w:p w:rsidR="00152B1F" w:rsidRPr="00B74CAC" w:rsidRDefault="00152B1F" w:rsidP="00A04DD0">
      <w:pPr>
        <w:pStyle w:val="PlainText"/>
      </w:pPr>
    </w:p>
    <w:p w:rsidR="00152B1F" w:rsidRPr="00B74CAC" w:rsidRDefault="00152B1F" w:rsidP="00A04DD0">
      <w:pPr>
        <w:pStyle w:val="PlainText"/>
      </w:pPr>
      <w:r>
        <w:t xml:space="preserve">McKissack, Pat. </w:t>
      </w:r>
      <w:r w:rsidRPr="009869B9">
        <w:rPr>
          <w:i/>
        </w:rPr>
        <w:t>A Friendship for Today</w:t>
      </w:r>
    </w:p>
    <w:p w:rsidR="00152B1F" w:rsidRDefault="00152B1F" w:rsidP="00A04DD0">
      <w:pPr>
        <w:pStyle w:val="PlainText"/>
      </w:pPr>
    </w:p>
    <w:p w:rsidR="00152B1F" w:rsidRPr="00B74CAC" w:rsidRDefault="00152B1F" w:rsidP="009869B9">
      <w:pPr>
        <w:pStyle w:val="PlainText"/>
        <w:ind w:left="720"/>
      </w:pPr>
      <w:r w:rsidRPr="00B74CAC">
        <w:t>Twelve-year-old Rosemary Patterson learns that she will be attending an</w:t>
      </w:r>
    </w:p>
    <w:p w:rsidR="00152B1F" w:rsidRPr="00B74CAC" w:rsidRDefault="00152B1F" w:rsidP="009869B9">
      <w:pPr>
        <w:pStyle w:val="PlainText"/>
        <w:ind w:left="720"/>
      </w:pPr>
      <w:r w:rsidRPr="00B74CAC">
        <w:t>all-white school in the fall; but when her best friend is diagnosed with</w:t>
      </w:r>
    </w:p>
    <w:p w:rsidR="00152B1F" w:rsidRPr="00B74CAC" w:rsidRDefault="00152B1F" w:rsidP="009869B9">
      <w:pPr>
        <w:pStyle w:val="PlainText"/>
        <w:ind w:left="720"/>
      </w:pPr>
      <w:r w:rsidRPr="00B74CAC">
        <w:t>polio, she must face the first day of school alone.</w:t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</w:pPr>
      <w:r>
        <w:t xml:space="preserve">Mead, Alice. </w:t>
      </w:r>
      <w:r w:rsidRPr="009869B9">
        <w:rPr>
          <w:i/>
        </w:rPr>
        <w:t>Girl of Kosovo.</w:t>
      </w:r>
    </w:p>
    <w:p w:rsidR="00152B1F" w:rsidRDefault="00152B1F" w:rsidP="00A04DD0">
      <w:pPr>
        <w:pStyle w:val="PlainText"/>
      </w:pPr>
    </w:p>
    <w:p w:rsidR="00152B1F" w:rsidRPr="00B74CAC" w:rsidRDefault="00152B1F" w:rsidP="009869B9">
      <w:pPr>
        <w:pStyle w:val="PlainText"/>
        <w:ind w:left="720"/>
      </w:pPr>
      <w:r w:rsidRPr="00B74CAC">
        <w:t>Although Zana, an eleven-year-old Albanian girl, experiences the turmoil</w:t>
      </w:r>
    </w:p>
    <w:p w:rsidR="00152B1F" w:rsidRPr="00B74CAC" w:rsidRDefault="00152B1F" w:rsidP="009869B9">
      <w:pPr>
        <w:pStyle w:val="PlainText"/>
        <w:ind w:left="720"/>
      </w:pPr>
      <w:r w:rsidRPr="00B74CAC">
        <w:t>and violence of the 1999 conflict in her native Kosovo, she remembers</w:t>
      </w:r>
    </w:p>
    <w:p w:rsidR="00152B1F" w:rsidRPr="00B74CAC" w:rsidRDefault="00152B1F" w:rsidP="009869B9">
      <w:pPr>
        <w:pStyle w:val="PlainText"/>
        <w:ind w:left="720"/>
      </w:pPr>
      <w:r w:rsidRPr="00B74CAC">
        <w:t>her father's admonition to not let her heart become filled with hate.</w:t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</w:pPr>
      <w:r>
        <w:t xml:space="preserve">Palacio, R. J. </w:t>
      </w:r>
      <w:r w:rsidRPr="009869B9">
        <w:rPr>
          <w:i/>
        </w:rPr>
        <w:t>Wonder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9869B9">
      <w:pPr>
        <w:pStyle w:val="PlainText"/>
        <w:ind w:left="720"/>
      </w:pPr>
      <w:r w:rsidRPr="00B74CAC">
        <w:t>Ten-year-old Auggie Pullman, who was born with extreme facial</w:t>
      </w:r>
    </w:p>
    <w:p w:rsidR="00152B1F" w:rsidRPr="00B74CAC" w:rsidRDefault="00152B1F" w:rsidP="009869B9">
      <w:pPr>
        <w:pStyle w:val="PlainText"/>
        <w:ind w:left="720"/>
      </w:pPr>
      <w:r w:rsidRPr="00B74CAC">
        <w:t>abnormalities and was not expected to survive, goes from being</w:t>
      </w:r>
    </w:p>
    <w:p w:rsidR="00152B1F" w:rsidRPr="00B74CAC" w:rsidRDefault="00152B1F" w:rsidP="009869B9">
      <w:pPr>
        <w:pStyle w:val="PlainText"/>
        <w:ind w:left="720"/>
      </w:pPr>
      <w:r w:rsidRPr="00B74CAC">
        <w:t>home-schooled to entering fifth grade at a private middle school in</w:t>
      </w:r>
    </w:p>
    <w:p w:rsidR="00152B1F" w:rsidRPr="00B74CAC" w:rsidRDefault="00152B1F" w:rsidP="009869B9">
      <w:pPr>
        <w:pStyle w:val="PlainText"/>
        <w:ind w:left="720"/>
      </w:pPr>
      <w:r w:rsidRPr="00B74CAC">
        <w:t>Manhattan, which entails enduring the taunts and fear of his classmates</w:t>
      </w:r>
    </w:p>
    <w:p w:rsidR="00152B1F" w:rsidRPr="00B74CAC" w:rsidRDefault="00152B1F" w:rsidP="009869B9">
      <w:pPr>
        <w:pStyle w:val="PlainText"/>
        <w:ind w:left="720"/>
      </w:pPr>
      <w:r w:rsidRPr="00B74CAC">
        <w:t>as he struggles to be seen as just another student.</w:t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  <w:rPr>
          <w:i/>
        </w:rPr>
      </w:pPr>
      <w:r w:rsidRPr="00B74CAC">
        <w:t>Park, Linda Su</w:t>
      </w:r>
      <w:r>
        <w:t xml:space="preserve">e. </w:t>
      </w:r>
      <w:r w:rsidRPr="009869B9">
        <w:rPr>
          <w:i/>
        </w:rPr>
        <w:t>Project Mulberry : A Novel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9869B9">
      <w:pPr>
        <w:pStyle w:val="PlainText"/>
        <w:ind w:left="720"/>
      </w:pPr>
      <w:r w:rsidRPr="00B74CAC">
        <w:t>Julia, a Korean-American, and her friend Patrick learn about tolerance,</w:t>
      </w:r>
    </w:p>
    <w:p w:rsidR="00152B1F" w:rsidRPr="00B74CAC" w:rsidRDefault="00152B1F" w:rsidP="009869B9">
      <w:pPr>
        <w:pStyle w:val="PlainText"/>
        <w:ind w:left="720"/>
      </w:pPr>
      <w:r w:rsidRPr="00B74CAC">
        <w:t>friendship, and patience while working together on a project about</w:t>
      </w:r>
    </w:p>
    <w:p w:rsidR="00152B1F" w:rsidRPr="00B74CAC" w:rsidRDefault="00152B1F" w:rsidP="009869B9">
      <w:pPr>
        <w:pStyle w:val="PlainText"/>
        <w:ind w:left="720"/>
      </w:pPr>
      <w:r w:rsidRPr="00B74CAC">
        <w:t>silkworms.</w:t>
      </w:r>
    </w:p>
    <w:p w:rsidR="00152B1F" w:rsidRPr="00B74CAC" w:rsidRDefault="00152B1F" w:rsidP="00A04DD0">
      <w:pPr>
        <w:pStyle w:val="PlainText"/>
      </w:pPr>
    </w:p>
    <w:p w:rsidR="00152B1F" w:rsidRPr="009869B9" w:rsidRDefault="00152B1F" w:rsidP="00A04DD0">
      <w:pPr>
        <w:pStyle w:val="PlainText"/>
        <w:rPr>
          <w:i/>
        </w:rPr>
      </w:pPr>
      <w:r>
        <w:t xml:space="preserve">Pinkney, Andrea Davis. </w:t>
      </w:r>
      <w:r w:rsidRPr="009869B9">
        <w:rPr>
          <w:i/>
        </w:rPr>
        <w:t>With the Might of Angels : the Diary of Dawnie</w:t>
      </w:r>
    </w:p>
    <w:p w:rsidR="00152B1F" w:rsidRPr="00B74CAC" w:rsidRDefault="00152B1F" w:rsidP="00A04DD0">
      <w:pPr>
        <w:pStyle w:val="PlainText"/>
      </w:pPr>
      <w:r w:rsidRPr="009869B9">
        <w:rPr>
          <w:i/>
        </w:rPr>
        <w:t>Rae Johnson.</w:t>
      </w:r>
    </w:p>
    <w:p w:rsidR="00152B1F" w:rsidRPr="00B74CAC" w:rsidRDefault="00152B1F" w:rsidP="009869B9">
      <w:pPr>
        <w:pStyle w:val="PlainText"/>
        <w:ind w:left="720"/>
      </w:pPr>
      <w:r w:rsidRPr="00B74CAC">
        <w:t>In 1955 Hadley, Virginia, twelve-year-old Dawnie Rae Johnson, a tomboy</w:t>
      </w:r>
    </w:p>
    <w:p w:rsidR="00152B1F" w:rsidRPr="00B74CAC" w:rsidRDefault="00152B1F" w:rsidP="009869B9">
      <w:pPr>
        <w:pStyle w:val="PlainText"/>
        <w:ind w:left="720"/>
      </w:pPr>
      <w:r w:rsidRPr="00B74CAC">
        <w:t>who excels at baseball and at her studies, becomes the first African</w:t>
      </w:r>
    </w:p>
    <w:p w:rsidR="00152B1F" w:rsidRPr="00B74CAC" w:rsidRDefault="00152B1F" w:rsidP="009869B9">
      <w:pPr>
        <w:pStyle w:val="PlainText"/>
        <w:ind w:left="720"/>
      </w:pPr>
      <w:r w:rsidRPr="00B74CAC">
        <w:t>American student to attend the all-white Prettyman Coburn school,</w:t>
      </w:r>
    </w:p>
    <w:p w:rsidR="00152B1F" w:rsidRPr="00B74CAC" w:rsidRDefault="00152B1F" w:rsidP="009869B9">
      <w:pPr>
        <w:pStyle w:val="PlainText"/>
        <w:ind w:left="720"/>
      </w:pPr>
      <w:r w:rsidRPr="00B74CAC">
        <w:t>turning her world upside down. Includes historical notes about the period.</w:t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</w:pPr>
      <w:r>
        <w:t xml:space="preserve">Robinet, Harriette. </w:t>
      </w:r>
      <w:r w:rsidRPr="000A77E5">
        <w:rPr>
          <w:i/>
        </w:rPr>
        <w:t>Walking to the Bus-Rider Blues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0A77E5">
      <w:pPr>
        <w:pStyle w:val="PlainText"/>
        <w:ind w:left="720"/>
      </w:pPr>
      <w:r w:rsidRPr="00B74CAC">
        <w:t>Twelve-year-old Alfa Merryfield, his older sister, and their grandmother</w:t>
      </w:r>
    </w:p>
    <w:p w:rsidR="00152B1F" w:rsidRPr="00B74CAC" w:rsidRDefault="00152B1F" w:rsidP="000A77E5">
      <w:pPr>
        <w:pStyle w:val="PlainText"/>
        <w:ind w:left="720"/>
      </w:pPr>
      <w:r w:rsidRPr="00B74CAC">
        <w:t>struggle for rent money, food, and their dignity as they participate in</w:t>
      </w:r>
    </w:p>
    <w:p w:rsidR="00152B1F" w:rsidRPr="00B74CAC" w:rsidRDefault="00152B1F" w:rsidP="000A77E5">
      <w:pPr>
        <w:pStyle w:val="PlainText"/>
        <w:ind w:left="720"/>
      </w:pPr>
      <w:r w:rsidRPr="00B74CAC">
        <w:t>the Montgomery, Alabama bus boycott in the summer of 1956.</w:t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</w:pPr>
      <w:r>
        <w:t xml:space="preserve">Schmidt, Gary D. </w:t>
      </w:r>
      <w:r w:rsidRPr="000A77E5">
        <w:rPr>
          <w:i/>
        </w:rPr>
        <w:t>Lizzie Bright and the Buckminster Boy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0A77E5">
      <w:pPr>
        <w:pStyle w:val="PlainText"/>
        <w:ind w:left="720"/>
      </w:pPr>
      <w:r w:rsidRPr="00B74CAC">
        <w:t>In 1911, Turner Buckminster hates his new home of Phippsburg, Maine, but</w:t>
      </w:r>
    </w:p>
    <w:p w:rsidR="00152B1F" w:rsidRPr="00B74CAC" w:rsidRDefault="00152B1F" w:rsidP="000A77E5">
      <w:pPr>
        <w:pStyle w:val="PlainText"/>
        <w:ind w:left="720"/>
      </w:pPr>
      <w:r w:rsidRPr="00B74CAC">
        <w:t>things improve when he meets Lizzie Bright Griffin, a girl from a poor,</w:t>
      </w:r>
    </w:p>
    <w:p w:rsidR="00152B1F" w:rsidRPr="00B74CAC" w:rsidRDefault="00152B1F" w:rsidP="000A77E5">
      <w:pPr>
        <w:pStyle w:val="PlainText"/>
        <w:ind w:left="720"/>
      </w:pPr>
      <w:r w:rsidRPr="00B74CAC">
        <w:t>nearby island community founded by former slaves that the town</w:t>
      </w:r>
    </w:p>
    <w:p w:rsidR="00152B1F" w:rsidRPr="00B74CAC" w:rsidRDefault="00152B1F" w:rsidP="000A77E5">
      <w:pPr>
        <w:pStyle w:val="PlainText"/>
        <w:ind w:left="720"/>
      </w:pPr>
      <w:r w:rsidRPr="00B74CAC">
        <w:t>fathers--and Turner's--want to change into a tourist spot.</w:t>
      </w:r>
    </w:p>
    <w:p w:rsidR="00152B1F" w:rsidRPr="00B74CAC" w:rsidRDefault="00152B1F" w:rsidP="00A04DD0">
      <w:pPr>
        <w:pStyle w:val="PlainText"/>
      </w:pPr>
    </w:p>
    <w:p w:rsidR="00152B1F" w:rsidRDefault="00152B1F" w:rsidP="000A77E5">
      <w:pPr>
        <w:pStyle w:val="PlainText"/>
        <w:rPr>
          <w:i/>
        </w:rPr>
      </w:pPr>
      <w:r>
        <w:t xml:space="preserve">Uchida, Yoshiko. </w:t>
      </w:r>
      <w:r w:rsidRPr="000A77E5">
        <w:rPr>
          <w:i/>
        </w:rPr>
        <w:t>A Jar of Dreams</w:t>
      </w:r>
    </w:p>
    <w:p w:rsidR="00152B1F" w:rsidRDefault="00152B1F" w:rsidP="000A77E5">
      <w:pPr>
        <w:pStyle w:val="PlainText"/>
        <w:ind w:firstLine="720"/>
        <w:rPr>
          <w:i/>
        </w:rPr>
      </w:pPr>
    </w:p>
    <w:p w:rsidR="00152B1F" w:rsidRPr="00B74CAC" w:rsidRDefault="00152B1F" w:rsidP="000A77E5">
      <w:pPr>
        <w:pStyle w:val="PlainText"/>
        <w:ind w:firstLine="720"/>
      </w:pPr>
      <w:r w:rsidRPr="00B74CAC">
        <w:t>A young girl grows up in a closely-knit Japanese American family in</w:t>
      </w:r>
    </w:p>
    <w:p w:rsidR="00152B1F" w:rsidRPr="00B74CAC" w:rsidRDefault="00152B1F" w:rsidP="000A77E5">
      <w:pPr>
        <w:pStyle w:val="PlainText"/>
        <w:ind w:left="720"/>
      </w:pPr>
      <w:r w:rsidRPr="00B74CAC">
        <w:t>California during the 1930's, a time of great prejudice.</w:t>
      </w:r>
    </w:p>
    <w:p w:rsidR="00152B1F" w:rsidRPr="00B74CAC" w:rsidRDefault="00152B1F" w:rsidP="00A04DD0">
      <w:pPr>
        <w:pStyle w:val="PlainText"/>
      </w:pPr>
    </w:p>
    <w:p w:rsidR="00152B1F" w:rsidRDefault="00152B1F" w:rsidP="00A04DD0">
      <w:pPr>
        <w:pStyle w:val="PlainText"/>
      </w:pPr>
      <w:r>
        <w:t xml:space="preserve">Woodson, Jacqueline. </w:t>
      </w:r>
      <w:r w:rsidRPr="000A77E5">
        <w:rPr>
          <w:i/>
        </w:rPr>
        <w:t>Feathers</w:t>
      </w:r>
    </w:p>
    <w:p w:rsidR="00152B1F" w:rsidRPr="00B74CAC" w:rsidRDefault="00152B1F" w:rsidP="00A04DD0">
      <w:pPr>
        <w:pStyle w:val="PlainText"/>
      </w:pPr>
    </w:p>
    <w:p w:rsidR="00152B1F" w:rsidRPr="00B74CAC" w:rsidRDefault="00152B1F" w:rsidP="000A77E5">
      <w:pPr>
        <w:pStyle w:val="PlainText"/>
        <w:ind w:left="720"/>
      </w:pPr>
      <w:r w:rsidRPr="00B74CAC">
        <w:t>When a new, white student nicknamed "The Jesus Boy" joins her sixth</w:t>
      </w:r>
    </w:p>
    <w:p w:rsidR="00152B1F" w:rsidRPr="00B74CAC" w:rsidRDefault="00152B1F" w:rsidP="000A77E5">
      <w:pPr>
        <w:pStyle w:val="PlainText"/>
        <w:ind w:left="720"/>
      </w:pPr>
      <w:r w:rsidRPr="00B74CAC">
        <w:t>grade class in the winter of 1971, Frannie's growing friendship with him</w:t>
      </w:r>
    </w:p>
    <w:p w:rsidR="00152B1F" w:rsidRPr="00B74CAC" w:rsidRDefault="00152B1F" w:rsidP="000A77E5">
      <w:pPr>
        <w:pStyle w:val="PlainText"/>
        <w:ind w:left="720"/>
      </w:pPr>
      <w:r w:rsidRPr="00B74CAC">
        <w:t>makes her start to see some things in a new light.</w:t>
      </w:r>
    </w:p>
    <w:p w:rsidR="00152B1F" w:rsidRDefault="00152B1F" w:rsidP="00A04DD0">
      <w:pPr>
        <w:pStyle w:val="PlainText"/>
      </w:pPr>
    </w:p>
    <w:sectPr w:rsidR="00152B1F" w:rsidSect="00A04DD0">
      <w:pgSz w:w="12240" w:h="15840"/>
      <w:pgMar w:top="1440" w:right="1319" w:bottom="1440" w:left="1319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4CAC"/>
    <w:rsid w:val="000A77E5"/>
    <w:rsid w:val="00152B1F"/>
    <w:rsid w:val="002F2323"/>
    <w:rsid w:val="005B7C97"/>
    <w:rsid w:val="0078424E"/>
    <w:rsid w:val="008051CC"/>
    <w:rsid w:val="00860AC9"/>
    <w:rsid w:val="009869B9"/>
    <w:rsid w:val="009A1B05"/>
    <w:rsid w:val="00A04DD0"/>
    <w:rsid w:val="00B31148"/>
    <w:rsid w:val="00B74CAC"/>
    <w:rsid w:val="00C819F0"/>
    <w:rsid w:val="00D226A3"/>
    <w:rsid w:val="00DC24C1"/>
    <w:rsid w:val="00EF0C9F"/>
    <w:rsid w:val="00F503F0"/>
    <w:rsid w:val="00FC78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ate"/>
  <w:smartTagType w:namespaceuri="urn:schemas-microsoft-com:office:smarttags" w:name="City"/>
  <w:smartTagType w:namespaceuri="urn:schemas-microsoft-com:office:smarttags" w:name="country-region"/>
  <w:smartTagType w:namespaceuri="urn:schemas-microsoft-com:office:smarttags" w:name="place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323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rsid w:val="002F2323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B31148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6</Pages>
  <Words>1961</Words>
  <Characters>11183</Characters>
  <Application>Microsoft Office Outlook</Application>
  <DocSecurity>0</DocSecurity>
  <Lines>0</Lines>
  <Paragraphs>0</Paragraphs>
  <ScaleCrop>false</ScaleCrop>
  <Company>Upper Merion Area School District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We Live in a World Filled with Diversity and Challenges:</dc:title>
  <dc:subject/>
  <dc:creator>khaskell</dc:creator>
  <cp:keywords/>
  <dc:description/>
  <cp:lastModifiedBy>khaskell</cp:lastModifiedBy>
  <cp:revision>6</cp:revision>
  <cp:lastPrinted>2012-12-12T18:59:00Z</cp:lastPrinted>
  <dcterms:created xsi:type="dcterms:W3CDTF">2012-12-12T16:09:00Z</dcterms:created>
  <dcterms:modified xsi:type="dcterms:W3CDTF">2012-12-12T19:01:00Z</dcterms:modified>
</cp:coreProperties>
</file>